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98" w:rsidRDefault="00D93498" w:rsidP="00D641B8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4pt;height:50.85pt" o:ole="" fillcolor="window">
            <v:imagedata r:id="rId8" o:title=""/>
          </v:shape>
          <o:OLEObject Type="Embed" ProgID="Word.Picture.8" ShapeID="_x0000_i1025" DrawAspect="Content" ObjectID="_1829800495" r:id="rId9"/>
        </w:object>
      </w:r>
    </w:p>
    <w:p w:rsidR="00C4434C" w:rsidRDefault="00C4434C" w:rsidP="00C4434C">
      <w:pPr>
        <w:jc w:val="right"/>
        <w:rPr>
          <w:sz w:val="24"/>
        </w:rPr>
      </w:pPr>
      <w:r>
        <w:t>ПРОЕКТ</w:t>
      </w:r>
    </w:p>
    <w:p w:rsidR="00D93498" w:rsidRDefault="00D93498" w:rsidP="00D93498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93498" w:rsidRDefault="000358EE" w:rsidP="00D93498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D93498">
        <w:rPr>
          <w:rFonts w:ascii="Times New Roman" w:hAnsi="Times New Roman"/>
          <w:b w:val="0"/>
          <w:spacing w:val="20"/>
        </w:rPr>
        <w:t>» СМОЛЕНСКОЙ ОБЛАСТИ</w:t>
      </w:r>
    </w:p>
    <w:p w:rsidR="00D93498" w:rsidRPr="00497B95" w:rsidRDefault="00D93498" w:rsidP="00D93498">
      <w:pPr>
        <w:pStyle w:val="af0"/>
        <w:spacing w:before="0" w:after="0"/>
        <w:jc w:val="left"/>
        <w:rPr>
          <w:rFonts w:ascii="Times New Roman" w:hAnsi="Times New Roman"/>
          <w:b w:val="0"/>
          <w:sz w:val="16"/>
          <w:szCs w:val="16"/>
        </w:rPr>
      </w:pPr>
    </w:p>
    <w:p w:rsidR="00D93498" w:rsidRDefault="00D93498" w:rsidP="00D93498">
      <w:pPr>
        <w:pStyle w:val="af2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93498" w:rsidRDefault="00D93498" w:rsidP="000402CE">
      <w:pPr>
        <w:pStyle w:val="af1"/>
        <w:ind w:left="-142" w:firstLine="0"/>
      </w:pPr>
    </w:p>
    <w:p w:rsidR="006472BF" w:rsidRDefault="006472BF" w:rsidP="00D93498">
      <w:pPr>
        <w:pStyle w:val="af1"/>
        <w:ind w:left="0" w:firstLine="0"/>
      </w:pPr>
    </w:p>
    <w:p w:rsidR="00D93498" w:rsidRDefault="00D93498" w:rsidP="00D93498">
      <w:pPr>
        <w:pStyle w:val="af1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 w:rsidR="00DE1B06">
        <w:rPr>
          <w:sz w:val="28"/>
        </w:rPr>
        <w:t xml:space="preserve"> </w:t>
      </w:r>
      <w:r w:rsidR="006C44D3">
        <w:rPr>
          <w:sz w:val="28"/>
        </w:rPr>
        <w:t>____________</w:t>
      </w:r>
      <w:r>
        <w:rPr>
          <w:sz w:val="28"/>
        </w:rPr>
        <w:t xml:space="preserve">№  </w:t>
      </w:r>
      <w:r w:rsidR="006C44D3">
        <w:rPr>
          <w:sz w:val="28"/>
        </w:rPr>
        <w:t>_______________</w:t>
      </w:r>
    </w:p>
    <w:p w:rsidR="00D93498" w:rsidRPr="00F469B6" w:rsidRDefault="00D93498" w:rsidP="000402CE">
      <w:pPr>
        <w:pStyle w:val="af1"/>
        <w:ind w:left="-142" w:firstLine="0"/>
        <w:jc w:val="both"/>
        <w:rPr>
          <w:sz w:val="16"/>
          <w:szCs w:val="16"/>
        </w:rPr>
      </w:pPr>
    </w:p>
    <w:tbl>
      <w:tblPr>
        <w:tblW w:w="14564" w:type="dxa"/>
        <w:tblInd w:w="-176" w:type="dxa"/>
        <w:tblLayout w:type="fixed"/>
        <w:tblLook w:val="04A0"/>
      </w:tblPr>
      <w:tblGrid>
        <w:gridCol w:w="9782"/>
        <w:gridCol w:w="4782"/>
      </w:tblGrid>
      <w:tr w:rsidR="00D93498" w:rsidTr="00C546F4">
        <w:trPr>
          <w:trHeight w:val="6588"/>
        </w:trPr>
        <w:tc>
          <w:tcPr>
            <w:tcW w:w="9782" w:type="dxa"/>
            <w:hideMark/>
          </w:tcPr>
          <w:tbl>
            <w:tblPr>
              <w:tblW w:w="9282" w:type="dxa"/>
              <w:tblInd w:w="34" w:type="dxa"/>
              <w:tblLayout w:type="fixed"/>
              <w:tblLook w:val="04A0"/>
            </w:tblPr>
            <w:tblGrid>
              <w:gridCol w:w="5103"/>
              <w:gridCol w:w="4179"/>
            </w:tblGrid>
            <w:tr w:rsidR="00121D11" w:rsidTr="000402CE">
              <w:tc>
                <w:tcPr>
                  <w:tcW w:w="5103" w:type="dxa"/>
                  <w:hideMark/>
                </w:tcPr>
                <w:p w:rsidR="00121D11" w:rsidRPr="00121D11" w:rsidRDefault="00121D11" w:rsidP="000402CE">
                  <w:pPr>
                    <w:pStyle w:val="af1"/>
                    <w:ind w:left="0" w:firstLine="0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О внесении изменений в постановление Администрации муниципального образования «</w:t>
                  </w: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Ярцевский</w:t>
                  </w:r>
                  <w:proofErr w:type="spellEnd"/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9424CE">
                    <w:rPr>
                      <w:sz w:val="28"/>
                      <w:szCs w:val="28"/>
                      <w:lang w:eastAsia="en-US"/>
                    </w:rPr>
                    <w:t xml:space="preserve">муниципальный округ» Смоленской области от </w:t>
                  </w:r>
                  <w:r w:rsidR="006C44D3" w:rsidRPr="009424CE">
                    <w:rPr>
                      <w:sz w:val="28"/>
                      <w:szCs w:val="28"/>
                      <w:lang w:eastAsia="en-US"/>
                    </w:rPr>
                    <w:t>23.01.2025 № 64</w:t>
                  </w:r>
                </w:p>
                <w:p w:rsidR="00121D11" w:rsidRDefault="00121D11" w:rsidP="000402CE">
                  <w:pPr>
                    <w:pStyle w:val="af1"/>
                    <w:ind w:left="-216"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179" w:type="dxa"/>
                </w:tcPr>
                <w:p w:rsidR="00121D11" w:rsidRDefault="00121D11" w:rsidP="000402CE">
                  <w:pPr>
                    <w:pStyle w:val="af1"/>
                    <w:ind w:left="-216"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121D11" w:rsidRDefault="00121D11" w:rsidP="000402CE">
            <w:pPr>
              <w:pStyle w:val="af1"/>
              <w:ind w:left="176" w:right="34" w:firstLine="32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B4DE5">
              <w:rPr>
                <w:sz w:val="28"/>
                <w:szCs w:val="28"/>
              </w:rPr>
              <w:t>В соответствии с Бюджетным кодексом Российской Федерации, постановлением Администрации муниципальн</w:t>
            </w:r>
            <w:r>
              <w:rPr>
                <w:sz w:val="28"/>
                <w:szCs w:val="28"/>
              </w:rPr>
              <w:t>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</w:t>
            </w:r>
            <w:r w:rsidRPr="00AB4DE5">
              <w:rPr>
                <w:sz w:val="28"/>
                <w:szCs w:val="28"/>
              </w:rPr>
              <w:t>» Смоленской области</w:t>
            </w:r>
            <w:r w:rsidRPr="00AB4DE5">
              <w:rPr>
                <w:color w:val="FF0000"/>
                <w:sz w:val="28"/>
                <w:szCs w:val="28"/>
              </w:rPr>
              <w:t xml:space="preserve"> </w:t>
            </w:r>
            <w:r w:rsidRPr="00AB4DE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07.03.2025 № 87</w:t>
            </w:r>
            <w:r w:rsidRPr="00AB4DE5">
              <w:rPr>
                <w:sz w:val="28"/>
                <w:szCs w:val="28"/>
              </w:rPr>
              <w:t xml:space="preserve"> «Об утверждении Порядка принятия решения о разработке муниципальных программ, их формирования и реализации, Порядка </w:t>
            </w:r>
            <w:proofErr w:type="gramStart"/>
            <w:r w:rsidRPr="00AB4DE5">
              <w:rPr>
                <w:sz w:val="28"/>
                <w:szCs w:val="28"/>
              </w:rPr>
              <w:t>проведения оценки эффективности</w:t>
            </w:r>
            <w:r>
              <w:rPr>
                <w:sz w:val="28"/>
                <w:szCs w:val="28"/>
              </w:rPr>
              <w:t xml:space="preserve"> </w:t>
            </w:r>
            <w:r w:rsidRPr="00AB4DE5">
              <w:rPr>
                <w:sz w:val="28"/>
                <w:szCs w:val="28"/>
              </w:rPr>
              <w:t xml:space="preserve"> реализации  муниципальных программ</w:t>
            </w:r>
            <w:proofErr w:type="gramEnd"/>
            <w:r w:rsidRPr="00AB4DE5">
              <w:rPr>
                <w:sz w:val="28"/>
                <w:szCs w:val="28"/>
              </w:rPr>
              <w:t xml:space="preserve"> и создании комиссии»</w:t>
            </w:r>
            <w:r>
              <w:rPr>
                <w:sz w:val="28"/>
                <w:szCs w:val="28"/>
              </w:rPr>
              <w:t xml:space="preserve"> </w:t>
            </w:r>
          </w:p>
          <w:p w:rsidR="00121D11" w:rsidRDefault="00121D11" w:rsidP="000402CE">
            <w:pPr>
              <w:pStyle w:val="af1"/>
              <w:tabs>
                <w:tab w:val="left" w:pos="0"/>
              </w:tabs>
              <w:ind w:left="176" w:right="34" w:firstLine="328"/>
              <w:jc w:val="both"/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Администрация муниципальн</w:t>
            </w:r>
            <w:r w:rsidR="009424CE">
              <w:rPr>
                <w:sz w:val="28"/>
                <w:szCs w:val="28"/>
              </w:rPr>
              <w:t>ого образования «</w:t>
            </w:r>
            <w:proofErr w:type="spellStart"/>
            <w:r w:rsidR="009424CE">
              <w:rPr>
                <w:sz w:val="28"/>
                <w:szCs w:val="28"/>
              </w:rPr>
              <w:t>Ярцевский</w:t>
            </w:r>
            <w:proofErr w:type="spellEnd"/>
            <w:r w:rsidR="009424CE">
              <w:rPr>
                <w:sz w:val="28"/>
                <w:szCs w:val="28"/>
              </w:rPr>
              <w:t xml:space="preserve"> муниципальный округ</w:t>
            </w:r>
            <w:r w:rsidRPr="00236121">
              <w:rPr>
                <w:sz w:val="28"/>
                <w:szCs w:val="28"/>
              </w:rPr>
              <w:t>» Смоленской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23612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3612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36121">
              <w:rPr>
                <w:sz w:val="28"/>
                <w:szCs w:val="28"/>
              </w:rPr>
              <w:t xml:space="preserve"> о с т а </w:t>
            </w:r>
            <w:proofErr w:type="spellStart"/>
            <w:r w:rsidRPr="00236121">
              <w:rPr>
                <w:sz w:val="28"/>
                <w:szCs w:val="28"/>
              </w:rPr>
              <w:t>н</w:t>
            </w:r>
            <w:proofErr w:type="spellEnd"/>
            <w:r w:rsidRPr="00236121">
              <w:rPr>
                <w:sz w:val="28"/>
                <w:szCs w:val="28"/>
              </w:rPr>
              <w:t xml:space="preserve"> о в л я е т:</w:t>
            </w:r>
          </w:p>
          <w:p w:rsidR="00121D11" w:rsidRDefault="00121D11" w:rsidP="000402CE">
            <w:pPr>
              <w:pStyle w:val="af1"/>
              <w:ind w:left="176" w:right="34" w:firstLine="3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1. Внести в постановление Администрации</w:t>
            </w:r>
            <w:r w:rsidRPr="003229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</w:t>
            </w:r>
            <w:r w:rsidR="00022F2B">
              <w:rPr>
                <w:sz w:val="28"/>
                <w:szCs w:val="28"/>
              </w:rPr>
              <w:t>го образования  «</w:t>
            </w:r>
            <w:proofErr w:type="spellStart"/>
            <w:r w:rsidR="00022F2B">
              <w:rPr>
                <w:sz w:val="28"/>
                <w:szCs w:val="28"/>
              </w:rPr>
              <w:t>Ярцевский</w:t>
            </w:r>
            <w:proofErr w:type="spellEnd"/>
            <w:r w:rsidR="00022F2B">
              <w:rPr>
                <w:sz w:val="28"/>
                <w:szCs w:val="28"/>
              </w:rPr>
              <w:t xml:space="preserve"> муниципальный округ</w:t>
            </w:r>
            <w:r>
              <w:rPr>
                <w:sz w:val="28"/>
                <w:szCs w:val="28"/>
              </w:rPr>
              <w:t>» Смоленской</w:t>
            </w:r>
            <w:r w:rsidRPr="006246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</w:t>
            </w:r>
            <w:r w:rsidRPr="009424CE">
              <w:rPr>
                <w:sz w:val="28"/>
                <w:szCs w:val="28"/>
              </w:rPr>
              <w:t xml:space="preserve">от  </w:t>
            </w:r>
            <w:r w:rsidR="006C44D3" w:rsidRPr="009424CE">
              <w:rPr>
                <w:sz w:val="28"/>
                <w:szCs w:val="28"/>
              </w:rPr>
              <w:t>23</w:t>
            </w:r>
            <w:r w:rsidRPr="009424CE">
              <w:rPr>
                <w:sz w:val="28"/>
                <w:szCs w:val="28"/>
              </w:rPr>
              <w:t>.01.20</w:t>
            </w:r>
            <w:r w:rsidR="00022F2B" w:rsidRPr="009424CE">
              <w:rPr>
                <w:sz w:val="28"/>
                <w:szCs w:val="28"/>
              </w:rPr>
              <w:t>25 №</w:t>
            </w:r>
            <w:r w:rsidRPr="009424CE">
              <w:rPr>
                <w:sz w:val="28"/>
                <w:szCs w:val="28"/>
              </w:rPr>
              <w:t xml:space="preserve"> </w:t>
            </w:r>
            <w:r w:rsidR="006C44D3" w:rsidRPr="009424CE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 xml:space="preserve"> «</w:t>
            </w:r>
            <w:r w:rsidRPr="00BB526F">
              <w:rPr>
                <w:sz w:val="28"/>
                <w:szCs w:val="28"/>
              </w:rPr>
              <w:t>Об утверждении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="00551DF5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Доступная среда в</w:t>
            </w:r>
            <w:r>
              <w:rPr>
                <w:sz w:val="28"/>
                <w:szCs w:val="28"/>
                <w:lang w:eastAsia="en-US"/>
              </w:rPr>
              <w:t xml:space="preserve"> муниципальном образовании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</w:t>
            </w:r>
            <w:r w:rsidR="006C44D3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Смоленской области» </w:t>
            </w:r>
            <w:r>
              <w:rPr>
                <w:sz w:val="28"/>
                <w:szCs w:val="28"/>
              </w:rPr>
              <w:t>следующие изменения:</w:t>
            </w:r>
          </w:p>
          <w:p w:rsidR="00121D11" w:rsidRPr="00121D11" w:rsidRDefault="00121D11" w:rsidP="000402CE">
            <w:pPr>
              <w:pStyle w:val="af1"/>
              <w:ind w:left="-216" w:firstLine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782" w:type="dxa"/>
          </w:tcPr>
          <w:p w:rsidR="00D93498" w:rsidRDefault="00D93498" w:rsidP="000402CE">
            <w:pPr>
              <w:pStyle w:val="af1"/>
              <w:ind w:left="-216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21D11" w:rsidRDefault="00121D11" w:rsidP="000402CE">
      <w:pPr>
        <w:pStyle w:val="af1"/>
        <w:ind w:left="0" w:firstLine="49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1.1.</w:t>
      </w:r>
      <w:r w:rsidRPr="000B78EC">
        <w:rPr>
          <w:sz w:val="28"/>
          <w:szCs w:val="28"/>
        </w:rPr>
        <w:t xml:space="preserve"> строку «</w:t>
      </w:r>
      <w:r w:rsidRPr="000B78EC">
        <w:rPr>
          <w:rFonts w:eastAsia="Arial Unicode MS"/>
          <w:sz w:val="28"/>
          <w:szCs w:val="28"/>
        </w:rPr>
        <w:t xml:space="preserve">Объемы финансового обеспечения за </w:t>
      </w:r>
      <w:r>
        <w:rPr>
          <w:rFonts w:eastAsia="Arial Unicode MS"/>
          <w:sz w:val="28"/>
          <w:szCs w:val="28"/>
        </w:rPr>
        <w:t xml:space="preserve">2025 год </w:t>
      </w:r>
      <w:r w:rsidRPr="000B78EC">
        <w:rPr>
          <w:rFonts w:eastAsia="Arial Unicode MS"/>
          <w:sz w:val="28"/>
          <w:szCs w:val="28"/>
        </w:rPr>
        <w:t>и в разрезе источников финансирования на очередной финансовый год и 1,2 годы планового периода)</w:t>
      </w:r>
      <w:r>
        <w:rPr>
          <w:bCs/>
          <w:sz w:val="28"/>
          <w:szCs w:val="28"/>
        </w:rPr>
        <w:t xml:space="preserve"> Паспорта</w:t>
      </w:r>
      <w:r w:rsidRPr="00E14B5F">
        <w:rPr>
          <w:bCs/>
          <w:sz w:val="28"/>
          <w:szCs w:val="28"/>
        </w:rPr>
        <w:t xml:space="preserve"> </w:t>
      </w:r>
      <w:r w:rsidRPr="00E14B5F">
        <w:rPr>
          <w:sz w:val="28"/>
          <w:szCs w:val="28"/>
        </w:rPr>
        <w:t>муниципальной программы изложить в следующей редакции:</w:t>
      </w:r>
      <w:proofErr w:type="gramEnd"/>
    </w:p>
    <w:p w:rsidR="00121D11" w:rsidRPr="00551DF5" w:rsidRDefault="00121D11" w:rsidP="000402CE">
      <w:pPr>
        <w:pStyle w:val="af1"/>
        <w:ind w:left="0" w:firstLine="493"/>
        <w:jc w:val="both"/>
        <w:rPr>
          <w:sz w:val="16"/>
          <w:szCs w:val="16"/>
        </w:rPr>
      </w:pPr>
    </w:p>
    <w:tbl>
      <w:tblPr>
        <w:tblStyle w:val="ad"/>
        <w:tblW w:w="9481" w:type="dxa"/>
        <w:tblLayout w:type="fixed"/>
        <w:tblLook w:val="04A0"/>
      </w:tblPr>
      <w:tblGrid>
        <w:gridCol w:w="2235"/>
        <w:gridCol w:w="7246"/>
      </w:tblGrid>
      <w:tr w:rsidR="00121D11" w:rsidRPr="003060F4" w:rsidTr="00551DF5">
        <w:trPr>
          <w:trHeight w:val="1831"/>
        </w:trPr>
        <w:tc>
          <w:tcPr>
            <w:tcW w:w="2235" w:type="dxa"/>
            <w:vAlign w:val="center"/>
          </w:tcPr>
          <w:p w:rsidR="00121D11" w:rsidRPr="00713A7A" w:rsidRDefault="00121D11" w:rsidP="00121D11">
            <w:pPr>
              <w:rPr>
                <w:rFonts w:eastAsia="Arial Unicode MS"/>
                <w:sz w:val="24"/>
                <w:szCs w:val="24"/>
              </w:rPr>
            </w:pPr>
            <w:r w:rsidRPr="00713A7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</w:t>
            </w:r>
            <w:r w:rsidRPr="00713A7A">
              <w:rPr>
                <w:sz w:val="24"/>
                <w:szCs w:val="24"/>
              </w:rPr>
              <w:lastRenderedPageBreak/>
              <w:t>источников финансирования на очередной финансовый год и 1, 2 годы планового периода)</w:t>
            </w:r>
          </w:p>
        </w:tc>
        <w:tc>
          <w:tcPr>
            <w:tcW w:w="7246" w:type="dxa"/>
            <w:vAlign w:val="center"/>
          </w:tcPr>
          <w:p w:rsidR="00121D11" w:rsidRPr="00C8487D" w:rsidRDefault="00121D11" w:rsidP="00121D11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lastRenderedPageBreak/>
              <w:t xml:space="preserve">Общий объем </w:t>
            </w:r>
            <w:r w:rsidRPr="00C8487D">
              <w:rPr>
                <w:sz w:val="24"/>
                <w:szCs w:val="24"/>
              </w:rPr>
              <w:t xml:space="preserve">финансирования составляет </w:t>
            </w:r>
            <w:r w:rsidRPr="001069ED">
              <w:rPr>
                <w:b/>
                <w:sz w:val="24"/>
                <w:szCs w:val="24"/>
              </w:rPr>
              <w:t>1</w:t>
            </w:r>
            <w:r w:rsidR="00551DF5">
              <w:rPr>
                <w:b/>
                <w:sz w:val="24"/>
                <w:szCs w:val="24"/>
              </w:rPr>
              <w:t xml:space="preserve"> </w:t>
            </w:r>
            <w:r w:rsidR="00551DF5" w:rsidRPr="00551DF5">
              <w:rPr>
                <w:b/>
                <w:sz w:val="24"/>
                <w:szCs w:val="24"/>
              </w:rPr>
              <w:t>223 779,76</w:t>
            </w:r>
            <w:r w:rsidR="00551DF5">
              <w:rPr>
                <w:b/>
                <w:sz w:val="24"/>
                <w:szCs w:val="24"/>
              </w:rPr>
              <w:t xml:space="preserve"> </w:t>
            </w:r>
            <w:r w:rsidRPr="00C8487D">
              <w:rPr>
                <w:sz w:val="24"/>
                <w:szCs w:val="24"/>
              </w:rPr>
              <w:t>рублей, из них:</w:t>
            </w:r>
          </w:p>
          <w:p w:rsidR="00121D11" w:rsidRPr="003667D7" w:rsidRDefault="00121D11" w:rsidP="0000704A">
            <w:pPr>
              <w:spacing w:line="240" w:lineRule="auto"/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2025 год –</w:t>
            </w:r>
            <w:r w:rsidR="00551DF5">
              <w:rPr>
                <w:b/>
                <w:sz w:val="24"/>
                <w:szCs w:val="24"/>
              </w:rPr>
              <w:t xml:space="preserve"> </w:t>
            </w:r>
            <w:r w:rsidR="00551DF5" w:rsidRPr="001069ED">
              <w:rPr>
                <w:b/>
                <w:sz w:val="24"/>
                <w:szCs w:val="24"/>
              </w:rPr>
              <w:t>1</w:t>
            </w:r>
            <w:r w:rsidR="00551DF5">
              <w:rPr>
                <w:b/>
                <w:sz w:val="24"/>
                <w:szCs w:val="24"/>
              </w:rPr>
              <w:t xml:space="preserve"> </w:t>
            </w:r>
            <w:r w:rsidR="00551DF5" w:rsidRPr="00551DF5">
              <w:rPr>
                <w:b/>
                <w:sz w:val="24"/>
                <w:szCs w:val="24"/>
              </w:rPr>
              <w:t>223 779,76</w:t>
            </w:r>
            <w:r w:rsidR="00551DF5">
              <w:rPr>
                <w:b/>
                <w:sz w:val="24"/>
                <w:szCs w:val="24"/>
              </w:rPr>
              <w:t xml:space="preserve"> </w:t>
            </w:r>
            <w:r w:rsidRPr="003667D7">
              <w:rPr>
                <w:sz w:val="24"/>
                <w:szCs w:val="24"/>
              </w:rPr>
              <w:t>рублей, из них: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</w:t>
            </w:r>
            <w:r w:rsidRPr="006277CD">
              <w:rPr>
                <w:sz w:val="24"/>
                <w:szCs w:val="24"/>
              </w:rPr>
              <w:t>бюджета – 0,00 рублей;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277CD">
              <w:rPr>
                <w:sz w:val="24"/>
                <w:szCs w:val="24"/>
              </w:rPr>
              <w:t>средства областного бюджета –</w:t>
            </w:r>
            <w:r w:rsidR="00551DF5" w:rsidRPr="006277CD">
              <w:rPr>
                <w:sz w:val="24"/>
                <w:szCs w:val="24"/>
              </w:rPr>
              <w:t xml:space="preserve">0,00 </w:t>
            </w:r>
            <w:r w:rsidRPr="006277CD">
              <w:rPr>
                <w:sz w:val="24"/>
                <w:szCs w:val="24"/>
              </w:rPr>
              <w:t>рублей;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277CD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6277CD">
              <w:rPr>
                <w:sz w:val="24"/>
                <w:szCs w:val="24"/>
              </w:rPr>
              <w:t>Ярцевский</w:t>
            </w:r>
            <w:proofErr w:type="spellEnd"/>
            <w:r w:rsidRPr="006277CD">
              <w:rPr>
                <w:sz w:val="24"/>
                <w:szCs w:val="24"/>
              </w:rPr>
              <w:t xml:space="preserve"> муниципальный округ»  Смоленской области </w:t>
            </w:r>
            <w:r w:rsidR="00551DF5" w:rsidRPr="006277CD">
              <w:rPr>
                <w:sz w:val="24"/>
                <w:szCs w:val="24"/>
              </w:rPr>
              <w:t xml:space="preserve"> 1 223 779,76</w:t>
            </w:r>
            <w:r w:rsidR="00551DF5" w:rsidRPr="006277CD">
              <w:rPr>
                <w:b/>
                <w:sz w:val="24"/>
                <w:szCs w:val="24"/>
              </w:rPr>
              <w:t xml:space="preserve"> </w:t>
            </w:r>
            <w:r w:rsidRPr="006277CD">
              <w:rPr>
                <w:sz w:val="24"/>
                <w:szCs w:val="24"/>
              </w:rPr>
              <w:t>рублей;</w:t>
            </w:r>
          </w:p>
          <w:p w:rsidR="00121D11" w:rsidRPr="006277CD" w:rsidRDefault="00121D11" w:rsidP="006277CD">
            <w:pPr>
              <w:jc w:val="both"/>
              <w:rPr>
                <w:sz w:val="24"/>
                <w:szCs w:val="24"/>
              </w:rPr>
            </w:pPr>
            <w:r w:rsidRPr="006277CD">
              <w:rPr>
                <w:b/>
                <w:sz w:val="24"/>
                <w:szCs w:val="24"/>
              </w:rPr>
              <w:lastRenderedPageBreak/>
              <w:t>2026 год –</w:t>
            </w:r>
            <w:r w:rsidR="00551DF5" w:rsidRPr="006277CD">
              <w:rPr>
                <w:b/>
                <w:sz w:val="24"/>
                <w:szCs w:val="24"/>
              </w:rPr>
              <w:t xml:space="preserve"> 0,00 </w:t>
            </w:r>
            <w:r w:rsidRPr="006277CD">
              <w:rPr>
                <w:sz w:val="24"/>
                <w:szCs w:val="24"/>
              </w:rPr>
              <w:t>рублей, из них: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277CD">
              <w:rPr>
                <w:sz w:val="24"/>
                <w:szCs w:val="24"/>
              </w:rPr>
              <w:t>средства федерального бюджета – 0,00 рублей;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277CD">
              <w:rPr>
                <w:sz w:val="24"/>
                <w:szCs w:val="24"/>
              </w:rPr>
              <w:t>средства областного бюджета –</w:t>
            </w:r>
            <w:r w:rsidR="00551DF5" w:rsidRPr="006277CD">
              <w:rPr>
                <w:sz w:val="24"/>
                <w:szCs w:val="24"/>
              </w:rPr>
              <w:t xml:space="preserve"> 0,00 </w:t>
            </w:r>
            <w:r w:rsidRPr="006277CD">
              <w:rPr>
                <w:sz w:val="24"/>
                <w:szCs w:val="24"/>
              </w:rPr>
              <w:t>рублей;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277CD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6277CD">
              <w:rPr>
                <w:sz w:val="24"/>
                <w:szCs w:val="24"/>
              </w:rPr>
              <w:t>Ярцевский</w:t>
            </w:r>
            <w:proofErr w:type="spellEnd"/>
            <w:r w:rsidRPr="006277CD">
              <w:rPr>
                <w:sz w:val="24"/>
                <w:szCs w:val="24"/>
              </w:rPr>
              <w:t xml:space="preserve"> муниципальный округ»  Смоленской области -  0,00 рублей;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277CD">
              <w:rPr>
                <w:b/>
                <w:sz w:val="24"/>
                <w:szCs w:val="24"/>
              </w:rPr>
              <w:t>2027 год –</w:t>
            </w:r>
            <w:r w:rsidR="00551DF5" w:rsidRPr="006277CD">
              <w:rPr>
                <w:b/>
                <w:sz w:val="24"/>
                <w:szCs w:val="24"/>
              </w:rPr>
              <w:t xml:space="preserve"> 0,00 </w:t>
            </w:r>
            <w:r w:rsidRPr="006277CD">
              <w:rPr>
                <w:sz w:val="24"/>
                <w:szCs w:val="24"/>
              </w:rPr>
              <w:t>рублей, из них: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277CD">
              <w:rPr>
                <w:sz w:val="24"/>
                <w:szCs w:val="24"/>
              </w:rPr>
              <w:t>средства федерального бюджета – 0,00 рублей;</w:t>
            </w:r>
          </w:p>
          <w:p w:rsidR="00121D11" w:rsidRPr="006277CD" w:rsidRDefault="00121D11" w:rsidP="006277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277CD">
              <w:rPr>
                <w:sz w:val="24"/>
                <w:szCs w:val="24"/>
              </w:rPr>
              <w:t>средства областного бюджета –</w:t>
            </w:r>
            <w:r w:rsidR="00497B95" w:rsidRPr="006277CD">
              <w:rPr>
                <w:sz w:val="24"/>
                <w:szCs w:val="24"/>
              </w:rPr>
              <w:t xml:space="preserve">0,00 </w:t>
            </w:r>
            <w:r w:rsidRPr="006277CD">
              <w:rPr>
                <w:sz w:val="24"/>
                <w:szCs w:val="24"/>
              </w:rPr>
              <w:t>рублей;</w:t>
            </w:r>
          </w:p>
          <w:p w:rsidR="00121D11" w:rsidRPr="00713A7A" w:rsidRDefault="00121D11" w:rsidP="006277CD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6277CD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6277CD"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3667D7">
              <w:rPr>
                <w:sz w:val="24"/>
                <w:szCs w:val="24"/>
              </w:rPr>
              <w:t xml:space="preserve">  </w:t>
            </w:r>
            <w:r w:rsidR="00497B95">
              <w:rPr>
                <w:sz w:val="24"/>
                <w:szCs w:val="24"/>
              </w:rPr>
              <w:t xml:space="preserve">Смоленской области  </w:t>
            </w:r>
            <w:r w:rsidRPr="003667D7">
              <w:rPr>
                <w:sz w:val="24"/>
                <w:szCs w:val="24"/>
              </w:rPr>
              <w:t xml:space="preserve">-   </w:t>
            </w:r>
            <w:r w:rsidR="00497B95">
              <w:rPr>
                <w:sz w:val="24"/>
                <w:szCs w:val="24"/>
              </w:rPr>
              <w:t>0,00 рублей</w:t>
            </w:r>
          </w:p>
        </w:tc>
      </w:tr>
    </w:tbl>
    <w:p w:rsidR="00121D11" w:rsidRPr="00E1512F" w:rsidRDefault="00121D11" w:rsidP="00121D11">
      <w:pPr>
        <w:jc w:val="both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28"/>
          <w:szCs w:val="28"/>
        </w:rPr>
        <w:lastRenderedPageBreak/>
        <w:tab/>
      </w:r>
    </w:p>
    <w:p w:rsidR="00121D11" w:rsidRDefault="00121D11" w:rsidP="00497B95">
      <w:pPr>
        <w:spacing w:line="24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1.2. Раздел 4 </w:t>
      </w:r>
      <w:r w:rsidRPr="00CA6ACA">
        <w:rPr>
          <w:color w:val="000000"/>
          <w:spacing w:val="-4"/>
          <w:sz w:val="28"/>
          <w:szCs w:val="28"/>
        </w:rPr>
        <w:t>«</w:t>
      </w:r>
      <w:r w:rsidRPr="00CA6ACA">
        <w:rPr>
          <w:sz w:val="28"/>
          <w:szCs w:val="28"/>
        </w:rPr>
        <w:t>Финансовое обеспечение муниципальной программы»</w:t>
      </w:r>
      <w:r>
        <w:rPr>
          <w:sz w:val="28"/>
          <w:szCs w:val="28"/>
        </w:rPr>
        <w:t xml:space="preserve"> </w:t>
      </w:r>
      <w:r w:rsidRPr="00883AFE">
        <w:rPr>
          <w:color w:val="000000"/>
          <w:spacing w:val="-4"/>
          <w:sz w:val="28"/>
          <w:szCs w:val="28"/>
        </w:rPr>
        <w:t xml:space="preserve">изложить в </w:t>
      </w:r>
      <w:r>
        <w:rPr>
          <w:color w:val="000000"/>
          <w:spacing w:val="-4"/>
          <w:sz w:val="28"/>
          <w:szCs w:val="28"/>
        </w:rPr>
        <w:t xml:space="preserve">новой </w:t>
      </w:r>
      <w:r w:rsidRPr="00883AFE">
        <w:rPr>
          <w:color w:val="000000"/>
          <w:spacing w:val="-4"/>
          <w:sz w:val="28"/>
          <w:szCs w:val="28"/>
        </w:rPr>
        <w:t>редакции:</w:t>
      </w:r>
    </w:p>
    <w:tbl>
      <w:tblPr>
        <w:tblStyle w:val="11"/>
        <w:tblW w:w="4917" w:type="pct"/>
        <w:jc w:val="center"/>
        <w:tblLook w:val="04A0"/>
      </w:tblPr>
      <w:tblGrid>
        <w:gridCol w:w="2156"/>
        <w:gridCol w:w="1702"/>
        <w:gridCol w:w="1916"/>
        <w:gridCol w:w="1948"/>
        <w:gridCol w:w="1690"/>
      </w:tblGrid>
      <w:tr w:rsidR="00121D11" w:rsidRPr="001F6EFA" w:rsidTr="00497B95">
        <w:trPr>
          <w:tblHeader/>
          <w:jc w:val="center"/>
        </w:trPr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11" w:rsidRPr="002E4ED1" w:rsidRDefault="00121D11" w:rsidP="00121D11">
            <w:pPr>
              <w:ind w:firstLine="0"/>
              <w:jc w:val="center"/>
              <w:rPr>
                <w:sz w:val="24"/>
                <w:szCs w:val="24"/>
              </w:rPr>
            </w:pPr>
            <w:r w:rsidRPr="002E4ED1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1" w:rsidRDefault="00121D11" w:rsidP="00121D11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121D11" w:rsidRDefault="00121D11" w:rsidP="00121D11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121D11" w:rsidRPr="001F6EFA" w:rsidRDefault="00121D11" w:rsidP="00121D11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11" w:rsidRPr="001F6EFA" w:rsidRDefault="00121D11" w:rsidP="00497B95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121D11" w:rsidRPr="008113D3" w:rsidTr="00497B95">
        <w:trPr>
          <w:trHeight w:val="448"/>
          <w:tblHeader/>
          <w:jc w:val="center"/>
        </w:trPr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11" w:rsidRPr="00CB0F0E" w:rsidRDefault="00121D11" w:rsidP="00121D1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1" w:rsidRDefault="00121D11" w:rsidP="00121D11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D11" w:rsidRPr="008113D3" w:rsidRDefault="00121D11" w:rsidP="00121D1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121D11" w:rsidRPr="008113D3" w:rsidRDefault="00121D11" w:rsidP="00121D1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121D11" w:rsidRPr="008113D3" w:rsidRDefault="00121D11" w:rsidP="00121D11">
            <w:pPr>
              <w:ind w:hanging="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</w:p>
        </w:tc>
      </w:tr>
      <w:tr w:rsidR="00121D11" w:rsidTr="00497B95">
        <w:trPr>
          <w:trHeight w:val="70"/>
          <w:tblHeader/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11" w:rsidRPr="00CB0F0E" w:rsidRDefault="00121D11" w:rsidP="00121D11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1" w:rsidRDefault="00121D11" w:rsidP="00121D11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D11" w:rsidRPr="00CB0F0E" w:rsidRDefault="00121D11" w:rsidP="00121D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121D11" w:rsidRPr="00CB0F0E" w:rsidRDefault="00121D11" w:rsidP="00121D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121D11" w:rsidRDefault="00121D11" w:rsidP="00121D11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21D11" w:rsidRPr="007118AB" w:rsidTr="00497B95">
        <w:trPr>
          <w:trHeight w:val="433"/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11" w:rsidRPr="001069ED" w:rsidRDefault="00121D11" w:rsidP="00121D11">
            <w:pPr>
              <w:spacing w:line="23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i/>
                <w:sz w:val="22"/>
                <w:szCs w:val="22"/>
              </w:rPr>
              <w:t>Муниципальная программа  (всего)</w:t>
            </w:r>
            <w:r w:rsidRPr="001069ED">
              <w:rPr>
                <w:spacing w:val="-2"/>
                <w:sz w:val="22"/>
                <w:szCs w:val="22"/>
              </w:rPr>
              <w:t>,</w:t>
            </w:r>
          </w:p>
          <w:p w:rsidR="00121D11" w:rsidRPr="001069ED" w:rsidRDefault="00121D11" w:rsidP="00121D11">
            <w:pPr>
              <w:spacing w:line="23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95" w:rsidRDefault="00497B95" w:rsidP="00497B95">
            <w:pPr>
              <w:ind w:left="-108" w:firstLine="0"/>
              <w:jc w:val="center"/>
              <w:rPr>
                <w:sz w:val="24"/>
                <w:szCs w:val="24"/>
              </w:rPr>
            </w:pPr>
          </w:p>
          <w:p w:rsidR="00121D11" w:rsidRPr="0047434C" w:rsidRDefault="00497B95" w:rsidP="00497B9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551DF5">
              <w:rPr>
                <w:sz w:val="24"/>
                <w:szCs w:val="24"/>
              </w:rPr>
              <w:t>1 223 779,76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B95" w:rsidRDefault="00497B95" w:rsidP="00121D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21D11" w:rsidRPr="0047434C" w:rsidRDefault="00497B95" w:rsidP="00121D11">
            <w:pPr>
              <w:ind w:firstLine="0"/>
              <w:jc w:val="center"/>
              <w:rPr>
                <w:sz w:val="24"/>
                <w:szCs w:val="24"/>
              </w:rPr>
            </w:pPr>
            <w:r w:rsidRPr="00551DF5">
              <w:rPr>
                <w:sz w:val="24"/>
                <w:szCs w:val="24"/>
              </w:rPr>
              <w:t>1 223 779,76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121D11" w:rsidRPr="0047434C" w:rsidRDefault="00497B95" w:rsidP="00121D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121D11" w:rsidRPr="0047434C" w:rsidRDefault="00497B95" w:rsidP="00121D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97B95" w:rsidRPr="007118AB" w:rsidTr="00497B95">
        <w:trPr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95" w:rsidRPr="001069ED" w:rsidRDefault="00497B95" w:rsidP="00121D11">
            <w:pPr>
              <w:spacing w:line="23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95" w:rsidRPr="008E1222" w:rsidRDefault="00497B95" w:rsidP="006472BF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497B95" w:rsidP="006472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8E1222">
              <w:rPr>
                <w:sz w:val="24"/>
                <w:szCs w:val="24"/>
              </w:rPr>
              <w:t>0,00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B95" w:rsidRPr="008E1222" w:rsidRDefault="00497B95" w:rsidP="006472BF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6472BF" w:rsidP="006472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497B95" w:rsidRPr="008E1222">
              <w:rPr>
                <w:sz w:val="24"/>
                <w:szCs w:val="24"/>
              </w:rPr>
              <w:t>0,00</w:t>
            </w:r>
          </w:p>
        </w:tc>
        <w:tc>
          <w:tcPr>
            <w:tcW w:w="1035" w:type="pct"/>
            <w:tcBorders>
              <w:left w:val="single" w:sz="4" w:space="0" w:color="auto"/>
            </w:tcBorders>
          </w:tcPr>
          <w:p w:rsidR="00497B95" w:rsidRPr="008E1222" w:rsidRDefault="00497B95" w:rsidP="006472BF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6472BF" w:rsidP="006472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497B95" w:rsidRPr="008E1222">
              <w:rPr>
                <w:sz w:val="24"/>
                <w:szCs w:val="24"/>
              </w:rPr>
              <w:t>0,00</w:t>
            </w:r>
          </w:p>
        </w:tc>
        <w:tc>
          <w:tcPr>
            <w:tcW w:w="898" w:type="pct"/>
            <w:tcBorders>
              <w:left w:val="single" w:sz="4" w:space="0" w:color="auto"/>
            </w:tcBorders>
          </w:tcPr>
          <w:p w:rsidR="00497B95" w:rsidRPr="008E1222" w:rsidRDefault="00497B95" w:rsidP="006472BF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497B95" w:rsidP="006472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6472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E1222">
              <w:rPr>
                <w:sz w:val="24"/>
                <w:szCs w:val="24"/>
              </w:rPr>
              <w:t>0,00</w:t>
            </w:r>
          </w:p>
        </w:tc>
      </w:tr>
      <w:tr w:rsidR="00497B95" w:rsidRPr="007118AB" w:rsidTr="00497B95">
        <w:trPr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95" w:rsidRPr="001069ED" w:rsidRDefault="00497B95" w:rsidP="00121D11">
            <w:pPr>
              <w:spacing w:line="23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95" w:rsidRPr="008E1222" w:rsidRDefault="00497B95" w:rsidP="00497B95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497B95" w:rsidP="00497B9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8E1222">
              <w:rPr>
                <w:sz w:val="24"/>
                <w:szCs w:val="24"/>
              </w:rPr>
              <w:t>0,00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B95" w:rsidRPr="008E1222" w:rsidRDefault="00497B95" w:rsidP="00497B95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6472BF" w:rsidP="006472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497B95" w:rsidRPr="008E1222">
              <w:rPr>
                <w:sz w:val="24"/>
                <w:szCs w:val="24"/>
              </w:rPr>
              <w:t>0,00</w:t>
            </w:r>
          </w:p>
        </w:tc>
        <w:tc>
          <w:tcPr>
            <w:tcW w:w="1035" w:type="pct"/>
            <w:tcBorders>
              <w:left w:val="single" w:sz="4" w:space="0" w:color="auto"/>
            </w:tcBorders>
          </w:tcPr>
          <w:p w:rsidR="00497B95" w:rsidRPr="008E1222" w:rsidRDefault="00497B95" w:rsidP="00497B95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6472BF" w:rsidP="006472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497B95" w:rsidRPr="008E1222">
              <w:rPr>
                <w:sz w:val="24"/>
                <w:szCs w:val="24"/>
              </w:rPr>
              <w:t>0,00</w:t>
            </w:r>
          </w:p>
        </w:tc>
        <w:tc>
          <w:tcPr>
            <w:tcW w:w="898" w:type="pct"/>
            <w:tcBorders>
              <w:left w:val="single" w:sz="4" w:space="0" w:color="auto"/>
            </w:tcBorders>
          </w:tcPr>
          <w:p w:rsidR="00497B95" w:rsidRPr="008E1222" w:rsidRDefault="00497B95" w:rsidP="00497B95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497B95" w:rsidP="00497B9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8E1222">
              <w:rPr>
                <w:sz w:val="24"/>
                <w:szCs w:val="24"/>
              </w:rPr>
              <w:t>0,00</w:t>
            </w:r>
          </w:p>
        </w:tc>
      </w:tr>
      <w:tr w:rsidR="00497B95" w:rsidRPr="007118AB" w:rsidTr="00497B95">
        <w:trPr>
          <w:trHeight w:val="289"/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95" w:rsidRPr="001069ED" w:rsidRDefault="00497B95" w:rsidP="006472BF">
            <w:pPr>
              <w:spacing w:line="24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муниципальный округ»  </w:t>
            </w:r>
            <w:r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95" w:rsidRDefault="00497B95" w:rsidP="00121D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97B95" w:rsidRDefault="00497B95" w:rsidP="00121D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97B95" w:rsidRPr="008E1222" w:rsidRDefault="00497B95" w:rsidP="00121D11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551DF5">
              <w:rPr>
                <w:sz w:val="24"/>
                <w:szCs w:val="24"/>
              </w:rPr>
              <w:t>1 223 779,76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B95" w:rsidRDefault="00497B95" w:rsidP="00121D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97B95" w:rsidRDefault="00497B95" w:rsidP="00121D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97B95" w:rsidRPr="008E1222" w:rsidRDefault="00497B95" w:rsidP="00121D11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551DF5">
              <w:rPr>
                <w:sz w:val="24"/>
                <w:szCs w:val="24"/>
              </w:rPr>
              <w:t>1 223 779,76</w:t>
            </w:r>
          </w:p>
        </w:tc>
        <w:tc>
          <w:tcPr>
            <w:tcW w:w="1035" w:type="pct"/>
            <w:tcBorders>
              <w:left w:val="single" w:sz="4" w:space="0" w:color="auto"/>
            </w:tcBorders>
          </w:tcPr>
          <w:p w:rsidR="00497B95" w:rsidRPr="008E1222" w:rsidRDefault="00497B95" w:rsidP="00121D11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497B95" w:rsidP="00121D11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6472BF" w:rsidP="006472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497B95" w:rsidRPr="008E1222">
              <w:rPr>
                <w:sz w:val="24"/>
                <w:szCs w:val="24"/>
              </w:rPr>
              <w:t>0,00</w:t>
            </w:r>
          </w:p>
        </w:tc>
        <w:tc>
          <w:tcPr>
            <w:tcW w:w="898" w:type="pct"/>
            <w:tcBorders>
              <w:left w:val="single" w:sz="4" w:space="0" w:color="auto"/>
            </w:tcBorders>
          </w:tcPr>
          <w:p w:rsidR="00497B95" w:rsidRPr="008E1222" w:rsidRDefault="00497B95" w:rsidP="00121D11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497B95" w:rsidP="00121D11">
            <w:pPr>
              <w:jc w:val="center"/>
              <w:rPr>
                <w:sz w:val="24"/>
                <w:szCs w:val="24"/>
              </w:rPr>
            </w:pPr>
          </w:p>
          <w:p w:rsidR="00497B95" w:rsidRPr="008E1222" w:rsidRDefault="006472BF" w:rsidP="006472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497B95" w:rsidRPr="008E1222">
              <w:rPr>
                <w:sz w:val="24"/>
                <w:szCs w:val="24"/>
              </w:rPr>
              <w:t>0,00</w:t>
            </w:r>
          </w:p>
        </w:tc>
      </w:tr>
    </w:tbl>
    <w:p w:rsidR="00121D11" w:rsidRDefault="00121D11" w:rsidP="00121D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1.3.  Раздел «</w:t>
      </w:r>
      <w:r w:rsidRPr="00AD2A79">
        <w:rPr>
          <w:sz w:val="28"/>
          <w:szCs w:val="28"/>
        </w:rPr>
        <w:t>Финансирование структурных элементов муниципальной программы</w:t>
      </w:r>
      <w:r>
        <w:rPr>
          <w:sz w:val="28"/>
          <w:szCs w:val="28"/>
        </w:rPr>
        <w:t xml:space="preserve">» </w:t>
      </w:r>
      <w:r w:rsidRPr="00E14B5F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новой</w:t>
      </w:r>
      <w:r w:rsidRPr="00E14B5F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 xml:space="preserve"> (прилагается).</w:t>
      </w:r>
    </w:p>
    <w:p w:rsidR="00D93498" w:rsidRPr="00BF358B" w:rsidRDefault="0000704A" w:rsidP="00E962EA">
      <w:pPr>
        <w:pStyle w:val="af1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D93498"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D93498" w:rsidRPr="00BF358B">
        <w:rPr>
          <w:sz w:val="28"/>
          <w:szCs w:val="28"/>
        </w:rPr>
        <w:t>Привопья</w:t>
      </w:r>
      <w:proofErr w:type="spellEnd"/>
      <w:r w:rsidR="00D93498" w:rsidRPr="00BF358B">
        <w:rPr>
          <w:sz w:val="28"/>
          <w:szCs w:val="28"/>
        </w:rPr>
        <w:t>» и разместить на официальном сайте Администрации муниципальн</w:t>
      </w:r>
      <w:r w:rsidR="00547858">
        <w:rPr>
          <w:sz w:val="28"/>
          <w:szCs w:val="28"/>
        </w:rPr>
        <w:t>ого образования «</w:t>
      </w:r>
      <w:proofErr w:type="spellStart"/>
      <w:r w:rsidR="00547858">
        <w:rPr>
          <w:sz w:val="28"/>
          <w:szCs w:val="28"/>
        </w:rPr>
        <w:t>Ярцевский</w:t>
      </w:r>
      <w:proofErr w:type="spellEnd"/>
      <w:r w:rsidR="00547858">
        <w:rPr>
          <w:sz w:val="28"/>
          <w:szCs w:val="28"/>
        </w:rPr>
        <w:t xml:space="preserve"> муниципальный округ</w:t>
      </w:r>
      <w:r w:rsidR="00D93498" w:rsidRPr="00BF358B">
        <w:rPr>
          <w:sz w:val="28"/>
          <w:szCs w:val="28"/>
        </w:rPr>
        <w:t>» Смоленской области (</w:t>
      </w:r>
      <w:proofErr w:type="spellStart"/>
      <w:r w:rsidR="00D93498" w:rsidRPr="00BF358B">
        <w:rPr>
          <w:sz w:val="28"/>
          <w:szCs w:val="28"/>
          <w:lang w:val="en-US"/>
        </w:rPr>
        <w:t>yarcevo</w:t>
      </w:r>
      <w:proofErr w:type="spellEnd"/>
      <w:r w:rsidR="00D93498" w:rsidRPr="00BF358B">
        <w:rPr>
          <w:sz w:val="28"/>
          <w:szCs w:val="28"/>
        </w:rPr>
        <w:t>.</w:t>
      </w:r>
      <w:r w:rsidR="00D93498" w:rsidRPr="00BF358B">
        <w:rPr>
          <w:sz w:val="28"/>
          <w:szCs w:val="28"/>
          <w:lang w:val="en-US"/>
        </w:rPr>
        <w:t>admin</w:t>
      </w:r>
      <w:r w:rsidR="00D93498" w:rsidRPr="00BF358B">
        <w:rPr>
          <w:sz w:val="28"/>
          <w:szCs w:val="28"/>
        </w:rPr>
        <w:t>-</w:t>
      </w:r>
      <w:proofErr w:type="spellStart"/>
      <w:r w:rsidR="00D93498" w:rsidRPr="00BF358B">
        <w:rPr>
          <w:sz w:val="28"/>
          <w:szCs w:val="28"/>
          <w:lang w:val="en-US"/>
        </w:rPr>
        <w:t>smolensk</w:t>
      </w:r>
      <w:proofErr w:type="spellEnd"/>
      <w:r w:rsidR="00D93498" w:rsidRPr="00BF358B">
        <w:rPr>
          <w:sz w:val="28"/>
          <w:szCs w:val="28"/>
        </w:rPr>
        <w:t>.</w:t>
      </w:r>
      <w:proofErr w:type="spellStart"/>
      <w:r w:rsidR="00D93498" w:rsidRPr="00BF358B">
        <w:rPr>
          <w:sz w:val="28"/>
          <w:szCs w:val="28"/>
          <w:lang w:val="en-US"/>
        </w:rPr>
        <w:t>ru</w:t>
      </w:r>
      <w:proofErr w:type="spellEnd"/>
      <w:r w:rsidR="00D93498" w:rsidRPr="00BF358B">
        <w:rPr>
          <w:sz w:val="28"/>
          <w:szCs w:val="28"/>
        </w:rPr>
        <w:t>).</w:t>
      </w:r>
    </w:p>
    <w:p w:rsidR="00D93498" w:rsidRPr="00BF358B" w:rsidRDefault="0000704A" w:rsidP="00E962EA">
      <w:pPr>
        <w:pStyle w:val="af1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498" w:rsidRPr="00BF358B">
        <w:rPr>
          <w:sz w:val="28"/>
          <w:szCs w:val="28"/>
        </w:rPr>
        <w:t xml:space="preserve">. </w:t>
      </w:r>
      <w:proofErr w:type="gramStart"/>
      <w:r w:rsidR="00D93498" w:rsidRPr="00BF358B">
        <w:rPr>
          <w:sz w:val="28"/>
          <w:szCs w:val="28"/>
        </w:rPr>
        <w:t>Контроль за</w:t>
      </w:r>
      <w:proofErr w:type="gramEnd"/>
      <w:r w:rsidR="00D93498" w:rsidRPr="00BF358B">
        <w:rPr>
          <w:sz w:val="28"/>
          <w:szCs w:val="28"/>
        </w:rPr>
        <w:t xml:space="preserve"> исполнением настоящего по</w:t>
      </w:r>
      <w:r w:rsidR="006C44D3">
        <w:rPr>
          <w:sz w:val="28"/>
          <w:szCs w:val="28"/>
        </w:rPr>
        <w:t>становления возложить на</w:t>
      </w:r>
      <w:r w:rsidR="0008731F">
        <w:rPr>
          <w:sz w:val="28"/>
          <w:szCs w:val="28"/>
        </w:rPr>
        <w:t xml:space="preserve"> </w:t>
      </w:r>
      <w:r w:rsidR="00D93498" w:rsidRPr="00BF358B">
        <w:rPr>
          <w:sz w:val="28"/>
          <w:szCs w:val="28"/>
        </w:rPr>
        <w:t>заместителя Главы муниципального образовани</w:t>
      </w:r>
      <w:r w:rsidR="0047180A">
        <w:rPr>
          <w:sz w:val="28"/>
          <w:szCs w:val="28"/>
        </w:rPr>
        <w:t>я «</w:t>
      </w:r>
      <w:proofErr w:type="spellStart"/>
      <w:r w:rsidR="0047180A">
        <w:rPr>
          <w:sz w:val="28"/>
          <w:szCs w:val="28"/>
        </w:rPr>
        <w:t>Ярцевский</w:t>
      </w:r>
      <w:proofErr w:type="spellEnd"/>
      <w:r w:rsidR="0047180A">
        <w:rPr>
          <w:sz w:val="28"/>
          <w:szCs w:val="28"/>
        </w:rPr>
        <w:t xml:space="preserve"> муниципальный округ</w:t>
      </w:r>
      <w:r w:rsidR="00D93498" w:rsidRPr="00BF358B">
        <w:rPr>
          <w:sz w:val="28"/>
          <w:szCs w:val="28"/>
        </w:rPr>
        <w:t>» Смо</w:t>
      </w:r>
      <w:r w:rsidR="0047180A">
        <w:rPr>
          <w:sz w:val="28"/>
          <w:szCs w:val="28"/>
        </w:rPr>
        <w:t>ленской области Н.Н. Соловьеву</w:t>
      </w:r>
      <w:r w:rsidR="00D93498">
        <w:rPr>
          <w:sz w:val="28"/>
          <w:szCs w:val="28"/>
        </w:rPr>
        <w:t>.</w:t>
      </w:r>
    </w:p>
    <w:p w:rsidR="00497B95" w:rsidRDefault="00497B95" w:rsidP="00E962EA">
      <w:pPr>
        <w:spacing w:line="240" w:lineRule="auto"/>
        <w:jc w:val="both"/>
        <w:rPr>
          <w:sz w:val="28"/>
          <w:szCs w:val="28"/>
        </w:rPr>
      </w:pPr>
    </w:p>
    <w:p w:rsidR="0000704A" w:rsidRDefault="0000704A" w:rsidP="00E962EA">
      <w:pPr>
        <w:spacing w:line="240" w:lineRule="auto"/>
        <w:jc w:val="both"/>
        <w:rPr>
          <w:sz w:val="28"/>
          <w:szCs w:val="28"/>
        </w:rPr>
      </w:pPr>
    </w:p>
    <w:p w:rsidR="00D93498" w:rsidRDefault="00D93498" w:rsidP="00E962E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F1CBE" w:rsidRDefault="00AF1CBE" w:rsidP="00E962EA">
      <w:pPr>
        <w:pStyle w:val="af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D93498">
        <w:rPr>
          <w:sz w:val="28"/>
          <w:szCs w:val="28"/>
        </w:rPr>
        <w:t xml:space="preserve">» </w:t>
      </w: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2A7D24">
        <w:rPr>
          <w:sz w:val="28"/>
          <w:szCs w:val="28"/>
        </w:rPr>
        <w:t xml:space="preserve">    </w:t>
      </w:r>
      <w:r w:rsidR="00AF1CBE">
        <w:rPr>
          <w:sz w:val="28"/>
          <w:szCs w:val="28"/>
        </w:rPr>
        <w:t xml:space="preserve">                                     </w:t>
      </w:r>
      <w:r w:rsidR="002A7D24">
        <w:rPr>
          <w:sz w:val="28"/>
          <w:szCs w:val="28"/>
        </w:rPr>
        <w:t>Р.Н. Захаров</w:t>
      </w: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</w:p>
    <w:p w:rsidR="006C44D3" w:rsidRDefault="006C44D3" w:rsidP="00D93498">
      <w:pPr>
        <w:pStyle w:val="af1"/>
        <w:ind w:left="0" w:firstLine="0"/>
        <w:jc w:val="both"/>
        <w:rPr>
          <w:sz w:val="28"/>
        </w:rPr>
        <w:sectPr w:rsidR="006C44D3" w:rsidSect="000402CE">
          <w:headerReference w:type="default" r:id="rId10"/>
          <w:pgSz w:w="11906" w:h="16838"/>
          <w:pgMar w:top="1134" w:right="991" w:bottom="1134" w:left="1560" w:header="709" w:footer="709" w:gutter="0"/>
          <w:cols w:space="708"/>
          <w:titlePg/>
          <w:docGrid w:linePitch="360"/>
        </w:sect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D93498" w:rsidRDefault="00D93498" w:rsidP="00D93498">
      <w:pPr>
        <w:pStyle w:val="af1"/>
        <w:ind w:left="0" w:firstLine="0"/>
        <w:jc w:val="both"/>
        <w:rPr>
          <w:sz w:val="28"/>
        </w:rPr>
      </w:pPr>
    </w:p>
    <w:p w:rsidR="0068482B" w:rsidRPr="00B8591F" w:rsidRDefault="0068482B" w:rsidP="00684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Финансирование</w:t>
      </w:r>
      <w:r w:rsidRPr="00B8591F">
        <w:rPr>
          <w:b/>
          <w:sz w:val="28"/>
          <w:szCs w:val="28"/>
        </w:rPr>
        <w:t xml:space="preserve"> структурных элементов </w:t>
      </w:r>
      <w:r>
        <w:rPr>
          <w:b/>
          <w:sz w:val="28"/>
          <w:szCs w:val="28"/>
        </w:rPr>
        <w:t>муниципаль</w:t>
      </w:r>
      <w:r w:rsidRPr="00B8591F">
        <w:rPr>
          <w:b/>
          <w:sz w:val="28"/>
          <w:szCs w:val="28"/>
        </w:rPr>
        <w:t>ной программы</w:t>
      </w:r>
    </w:p>
    <w:p w:rsidR="0068482B" w:rsidRPr="00066329" w:rsidRDefault="0068482B" w:rsidP="0068482B">
      <w:pPr>
        <w:rPr>
          <w:sz w:val="28"/>
          <w:szCs w:val="28"/>
        </w:rPr>
      </w:pPr>
    </w:p>
    <w:tbl>
      <w:tblPr>
        <w:tblW w:w="15314" w:type="dxa"/>
        <w:tblInd w:w="103" w:type="dxa"/>
        <w:tblLayout w:type="fixed"/>
        <w:tblLook w:val="04A0"/>
      </w:tblPr>
      <w:tblGrid>
        <w:gridCol w:w="865"/>
        <w:gridCol w:w="4102"/>
        <w:gridCol w:w="2409"/>
        <w:gridCol w:w="2694"/>
        <w:gridCol w:w="1417"/>
        <w:gridCol w:w="1276"/>
        <w:gridCol w:w="1276"/>
        <w:gridCol w:w="1275"/>
      </w:tblGrid>
      <w:tr w:rsidR="0068482B" w:rsidRPr="00D459BA" w:rsidTr="0068482B">
        <w:trPr>
          <w:trHeight w:val="832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59B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59BA">
              <w:rPr>
                <w:sz w:val="24"/>
                <w:szCs w:val="24"/>
              </w:rPr>
              <w:t>/</w:t>
            </w:r>
            <w:proofErr w:type="spellStart"/>
            <w:r w:rsidRPr="00D459B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497B9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497B9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497B9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  <w:proofErr w:type="gramStart"/>
            <w:r w:rsidRPr="00D459BA">
              <w:rPr>
                <w:sz w:val="24"/>
                <w:szCs w:val="24"/>
              </w:rPr>
              <w:t xml:space="preserve">( </w:t>
            </w:r>
            <w:proofErr w:type="gramEnd"/>
            <w:r w:rsidRPr="00D459BA">
              <w:rPr>
                <w:sz w:val="24"/>
                <w:szCs w:val="24"/>
              </w:rPr>
              <w:t>рублей)</w:t>
            </w:r>
          </w:p>
        </w:tc>
      </w:tr>
      <w:tr w:rsidR="0068482B" w:rsidRPr="00D459BA" w:rsidTr="0068482B">
        <w:trPr>
          <w:trHeight w:val="330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D459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1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D459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D459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D459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C3000E" w:rsidP="00D459BA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D459BA">
              <w:rPr>
                <w:spacing w:val="-2"/>
                <w:sz w:val="24"/>
                <w:szCs w:val="24"/>
              </w:rPr>
              <w:t>2025</w:t>
            </w:r>
            <w:r w:rsidR="0068482B" w:rsidRPr="00D459BA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C3000E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2026</w:t>
            </w:r>
            <w:r w:rsidR="0068482B" w:rsidRPr="00D459B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C3000E" w:rsidP="00D459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2027</w:t>
            </w:r>
            <w:r w:rsidR="0068482B" w:rsidRPr="00D459BA">
              <w:rPr>
                <w:sz w:val="24"/>
                <w:szCs w:val="24"/>
              </w:rPr>
              <w:t>г.</w:t>
            </w:r>
          </w:p>
        </w:tc>
      </w:tr>
    </w:tbl>
    <w:p w:rsidR="0068482B" w:rsidRPr="00D459BA" w:rsidRDefault="0068482B" w:rsidP="00D459BA">
      <w:pPr>
        <w:spacing w:line="240" w:lineRule="auto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="108" w:tblpY="1"/>
        <w:tblOverlap w:val="never"/>
        <w:tblW w:w="15276" w:type="dxa"/>
        <w:tblLayout w:type="fixed"/>
        <w:tblLook w:val="04A0"/>
      </w:tblPr>
      <w:tblGrid>
        <w:gridCol w:w="851"/>
        <w:gridCol w:w="4111"/>
        <w:gridCol w:w="2376"/>
        <w:gridCol w:w="33"/>
        <w:gridCol w:w="2660"/>
        <w:gridCol w:w="1417"/>
        <w:gridCol w:w="1276"/>
        <w:gridCol w:w="1276"/>
        <w:gridCol w:w="1276"/>
      </w:tblGrid>
      <w:tr w:rsidR="0068482B" w:rsidRPr="00066329" w:rsidTr="0068482B">
        <w:trPr>
          <w:trHeight w:val="18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68482B" w:rsidRPr="00E950D5" w:rsidTr="0068482B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26656" w:rsidRDefault="0068482B" w:rsidP="006A4AC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i/>
                <w:sz w:val="24"/>
                <w:szCs w:val="24"/>
              </w:rPr>
            </w:pPr>
            <w:r w:rsidRPr="00526656">
              <w:rPr>
                <w:b/>
                <w:i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i/>
                <w:sz w:val="24"/>
                <w:szCs w:val="24"/>
              </w:rPr>
              <w:t xml:space="preserve"> «</w:t>
            </w:r>
            <w:r w:rsidRPr="00526656">
              <w:rPr>
                <w:b/>
                <w:i/>
                <w:sz w:val="24"/>
                <w:szCs w:val="24"/>
              </w:rPr>
              <w:t>Организация и проведение мероприятий, направленных на создание беспрепятственного доступа к приоритетным объектам социальной</w:t>
            </w:r>
            <w:r w:rsidRPr="00526656">
              <w:rPr>
                <w:b/>
                <w:i/>
                <w:sz w:val="28"/>
                <w:szCs w:val="28"/>
              </w:rPr>
              <w:t xml:space="preserve"> </w:t>
            </w:r>
            <w:r w:rsidRPr="00526656">
              <w:rPr>
                <w:b/>
                <w:i/>
                <w:sz w:val="24"/>
                <w:szCs w:val="24"/>
              </w:rPr>
              <w:t>инфраструктуры в приоритетных сферах жизнедеятельности людей с ограниченными возможностями,</w:t>
            </w:r>
            <w:r w:rsidRPr="00526656">
              <w:rPr>
                <w:b/>
                <w:i/>
                <w:sz w:val="26"/>
                <w:szCs w:val="28"/>
              </w:rPr>
              <w:t xml:space="preserve"> </w:t>
            </w:r>
            <w:r w:rsidRPr="00526656">
              <w:rPr>
                <w:b/>
                <w:i/>
                <w:sz w:val="24"/>
                <w:szCs w:val="24"/>
              </w:rPr>
              <w:t xml:space="preserve">граждан пожилого возраста и других </w:t>
            </w:r>
            <w:proofErr w:type="spellStart"/>
            <w:r w:rsidRPr="00526656">
              <w:rPr>
                <w:b/>
                <w:i/>
                <w:sz w:val="24"/>
                <w:szCs w:val="24"/>
              </w:rPr>
              <w:t>маломобильных</w:t>
            </w:r>
            <w:proofErr w:type="spellEnd"/>
            <w:r w:rsidRPr="00526656">
              <w:rPr>
                <w:b/>
                <w:i/>
                <w:sz w:val="24"/>
                <w:szCs w:val="24"/>
              </w:rPr>
              <w:t xml:space="preserve"> групп населения» </w:t>
            </w:r>
          </w:p>
        </w:tc>
      </w:tr>
      <w:tr w:rsidR="0068482B" w:rsidRPr="00E950D5" w:rsidTr="00860290">
        <w:trPr>
          <w:trHeight w:val="27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121D11">
              <w:rPr>
                <w:sz w:val="22"/>
                <w:szCs w:val="22"/>
              </w:rPr>
              <w:t>Создание элементов доступности на объектах жилищно-коммунального хозяйства, всех учреждений бюджетной сферы, в том числе частных организаций – установка поручней, оборудование пандусов, и др. виды работ):</w:t>
            </w:r>
            <w:proofErr w:type="gramEnd"/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Обеспечение доступности передвижения по улицам и пешеходным дорожкам -</w:t>
            </w:r>
          </w:p>
          <w:p w:rsidR="0068482B" w:rsidRPr="00121D11" w:rsidRDefault="0068482B" w:rsidP="00497B9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21D11">
              <w:rPr>
                <w:rFonts w:ascii="Times New Roman" w:hAnsi="Times New Roman" w:cs="Times New Roman"/>
              </w:rPr>
              <w:t>выполнение работ по капитальному ремонту пешеходных дорожек, благоустройство тротуаров, дворовых территорий и проездов к ним,</w:t>
            </w: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u w:val="single"/>
              </w:rPr>
            </w:pPr>
            <w:r w:rsidRPr="00121D11">
              <w:rPr>
                <w:sz w:val="22"/>
                <w:szCs w:val="22"/>
              </w:rPr>
              <w:t>работы по текущему содержанию улиц и тротуаров города на объектах</w:t>
            </w: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(в рамках реализации </w:t>
            </w:r>
            <w:r w:rsidRPr="00121D11">
              <w:rPr>
                <w:bCs/>
                <w:sz w:val="22"/>
                <w:szCs w:val="22"/>
              </w:rPr>
              <w:t xml:space="preserve">муниципальной программы </w:t>
            </w:r>
            <w:r w:rsidRPr="00121D11">
              <w:rPr>
                <w:sz w:val="22"/>
                <w:szCs w:val="22"/>
              </w:rPr>
              <w:t xml:space="preserve">«Развитие дорожно-транспортного комплекса в </w:t>
            </w:r>
            <w:r w:rsidR="006A4ACF" w:rsidRPr="00121D11">
              <w:rPr>
                <w:sz w:val="22"/>
                <w:szCs w:val="22"/>
              </w:rPr>
              <w:t>муниципальном образовании «</w:t>
            </w:r>
            <w:proofErr w:type="spellStart"/>
            <w:r w:rsidR="006A4ACF" w:rsidRPr="00121D11">
              <w:rPr>
                <w:sz w:val="22"/>
                <w:szCs w:val="22"/>
              </w:rPr>
              <w:t>Ярцевский</w:t>
            </w:r>
            <w:proofErr w:type="spellEnd"/>
            <w:r w:rsidR="006A4ACF" w:rsidRPr="00121D11">
              <w:rPr>
                <w:sz w:val="22"/>
                <w:szCs w:val="22"/>
              </w:rPr>
              <w:t xml:space="preserve"> муниципальный округ» Смоленской области» на 2025</w:t>
            </w:r>
            <w:r w:rsidRPr="00121D11">
              <w:rPr>
                <w:sz w:val="22"/>
                <w:szCs w:val="22"/>
              </w:rPr>
              <w:t>-202</w:t>
            </w:r>
            <w:r w:rsidR="006A4ACF" w:rsidRPr="00121D11">
              <w:rPr>
                <w:sz w:val="22"/>
                <w:szCs w:val="22"/>
              </w:rPr>
              <w:t>7</w:t>
            </w:r>
            <w:r w:rsidRPr="00121D11">
              <w:rPr>
                <w:sz w:val="22"/>
                <w:szCs w:val="22"/>
              </w:rPr>
              <w:t xml:space="preserve"> годы)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  <w:r w:rsidRPr="00D459BA">
              <w:rPr>
                <w:rStyle w:val="afc"/>
                <w:b w:val="0"/>
                <w:color w:val="000000"/>
                <w:shd w:val="clear" w:color="auto" w:fill="FFFFFF"/>
              </w:rPr>
              <w:t>Управление жилищно-коммунального хозяйства,</w:t>
            </w: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  <w:rPr>
                <w:rStyle w:val="afc"/>
                <w:b w:val="0"/>
                <w:color w:val="000000"/>
                <w:shd w:val="clear" w:color="auto" w:fill="FFFFFF"/>
              </w:rPr>
            </w:pPr>
            <w:r w:rsidRPr="00D459BA">
              <w:rPr>
                <w:rStyle w:val="afc"/>
                <w:b w:val="0"/>
                <w:color w:val="000000"/>
                <w:shd w:val="clear" w:color="auto" w:fill="FFFFFF"/>
              </w:rPr>
              <w:t xml:space="preserve"> Управляющие компании</w:t>
            </w:r>
          </w:p>
          <w:p w:rsidR="0068482B" w:rsidRPr="00D459BA" w:rsidRDefault="0068482B" w:rsidP="00497B9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68482B" w:rsidRPr="00D459BA" w:rsidRDefault="0068482B" w:rsidP="00497B9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68482B" w:rsidRPr="00D459BA" w:rsidRDefault="0068482B" w:rsidP="00497B9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68482B" w:rsidRPr="00D459BA" w:rsidRDefault="0068482B" w:rsidP="00497B9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8482B" w:rsidRPr="00D459BA" w:rsidRDefault="0068482B" w:rsidP="0068482B"/>
          <w:p w:rsidR="006A4ACF" w:rsidRPr="00D459BA" w:rsidRDefault="006A4ACF" w:rsidP="006A4ACF">
            <w:pPr>
              <w:spacing w:line="240" w:lineRule="auto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  <w:p w:rsidR="0068482B" w:rsidRPr="00D459BA" w:rsidRDefault="006A4ACF" w:rsidP="006A4ACF">
            <w:pPr>
              <w:spacing w:line="240" w:lineRule="auto"/>
            </w:pPr>
            <w:r w:rsidRPr="00D459BA">
              <w:t xml:space="preserve">Смоленской области  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  <w:p w:rsidR="0068482B" w:rsidRPr="00567EF0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</w:p>
          <w:p w:rsidR="0068482B" w:rsidRPr="00567EF0" w:rsidRDefault="0068482B" w:rsidP="0068482B">
            <w:pPr>
              <w:jc w:val="center"/>
            </w:pPr>
            <w:r w:rsidRPr="00567EF0">
              <w:t>0,00</w:t>
            </w:r>
          </w:p>
        </w:tc>
      </w:tr>
      <w:tr w:rsidR="0068482B" w:rsidRPr="00C474AB" w:rsidTr="00F15603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Проведение акций «Жизнь без барьеров» по осмотру объектов социальной </w:t>
            </w:r>
            <w:r w:rsidRPr="00121D11">
              <w:rPr>
                <w:sz w:val="22"/>
                <w:szCs w:val="22"/>
              </w:rPr>
              <w:lastRenderedPageBreak/>
              <w:t xml:space="preserve">инфраструктуры города, оборудованных и не оборудованных элементами доступности для  людей с ограниченными возможностями, граждан пожилого возраста и других </w:t>
            </w:r>
            <w:proofErr w:type="spellStart"/>
            <w:r w:rsidRPr="00121D11">
              <w:rPr>
                <w:sz w:val="22"/>
                <w:szCs w:val="22"/>
              </w:rPr>
              <w:t>маломобильных</w:t>
            </w:r>
            <w:proofErr w:type="spellEnd"/>
            <w:r w:rsidRPr="00121D11">
              <w:rPr>
                <w:sz w:val="22"/>
                <w:szCs w:val="22"/>
              </w:rPr>
              <w:t xml:space="preserve"> групп населения.</w:t>
            </w: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Организация работы комиссии по обследованию жилых помещений инвалидов и общего имущества в многоквартирных домах.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lastRenderedPageBreak/>
              <w:t xml:space="preserve">Администрация муниципального </w:t>
            </w:r>
            <w:r w:rsidRPr="00D459BA">
              <w:lastRenderedPageBreak/>
              <w:t>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район» Смоленской области,</w:t>
            </w:r>
          </w:p>
          <w:p w:rsidR="0068482B" w:rsidRPr="00D459BA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Отд</w:t>
            </w:r>
            <w:r w:rsidR="006A4ACF" w:rsidRPr="00D459BA">
              <w:t>ел социальной защиты населения</w:t>
            </w:r>
            <w:r w:rsidR="00F950DA" w:rsidRPr="00D459BA">
              <w:t>,</w:t>
            </w:r>
            <w:r w:rsidRPr="00D459BA">
              <w:t xml:space="preserve">   городская общественная организация Смоленской областной организации  ВОИ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Согласование проектов на строительство зданий и сооружений на предмет их доступности для </w:t>
            </w:r>
            <w:proofErr w:type="spellStart"/>
            <w:r w:rsidRPr="00121D11">
              <w:rPr>
                <w:sz w:val="22"/>
                <w:szCs w:val="22"/>
              </w:rPr>
              <w:t>мал</w:t>
            </w:r>
            <w:r w:rsidR="006A4ACF" w:rsidRPr="00121D11">
              <w:rPr>
                <w:sz w:val="22"/>
                <w:szCs w:val="22"/>
              </w:rPr>
              <w:t>омобильных</w:t>
            </w:r>
            <w:proofErr w:type="spellEnd"/>
            <w:r w:rsidR="006A4ACF" w:rsidRPr="00121D11">
              <w:rPr>
                <w:sz w:val="22"/>
                <w:szCs w:val="22"/>
              </w:rPr>
              <w:t xml:space="preserve"> жителей  муниципального образования «</w:t>
            </w:r>
            <w:proofErr w:type="spellStart"/>
            <w:r w:rsidR="006A4ACF" w:rsidRPr="00121D11">
              <w:rPr>
                <w:sz w:val="22"/>
                <w:szCs w:val="22"/>
              </w:rPr>
              <w:t>Ярцевский</w:t>
            </w:r>
            <w:proofErr w:type="spellEnd"/>
            <w:r w:rsidR="006A4ACF" w:rsidRPr="00121D11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Управление</w:t>
            </w:r>
            <w:r w:rsidR="0068482B" w:rsidRPr="00D459BA">
              <w:t xml:space="preserve"> по градостроительной деятельности и земельным отношениям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 xml:space="preserve">» Смоленской области, </w:t>
            </w:r>
          </w:p>
          <w:p w:rsidR="0068482B" w:rsidRPr="00D459BA" w:rsidRDefault="006A4AC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 xml:space="preserve">Управление </w:t>
            </w:r>
            <w:r w:rsidR="0068482B" w:rsidRPr="00D459BA">
              <w:t>по имуществу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 xml:space="preserve">» Смоленской области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113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lastRenderedPageBreak/>
              <w:t xml:space="preserve">Проведение мероприятий по формированию сети базовых </w:t>
            </w:r>
            <w:r w:rsidRPr="00860290">
              <w:rPr>
                <w:sz w:val="22"/>
                <w:szCs w:val="22"/>
              </w:rPr>
              <w:t>образовательных организаций,</w:t>
            </w:r>
            <w:r w:rsidRPr="00121D11">
              <w:rPr>
                <w:sz w:val="22"/>
                <w:szCs w:val="22"/>
              </w:rPr>
              <w:t xml:space="preserve"> с созданием  универсальной </w:t>
            </w:r>
            <w:proofErr w:type="spellStart"/>
            <w:r w:rsidRPr="00121D11">
              <w:rPr>
                <w:sz w:val="22"/>
                <w:szCs w:val="22"/>
              </w:rPr>
              <w:t>безбарьерной</w:t>
            </w:r>
            <w:proofErr w:type="spellEnd"/>
            <w:r w:rsidRPr="00121D11">
              <w:rPr>
                <w:sz w:val="22"/>
                <w:szCs w:val="22"/>
              </w:rPr>
              <w:t xml:space="preserve"> среды (пандусы, оборудованные санузлы и пр., оснащением специальным, учебным, реабилитационным   и компьютерным оборудованием), обеспечивающей совместное обучение инвалидов и лиц, не имеющих </w:t>
            </w:r>
            <w:r w:rsidRPr="00121D11">
              <w:rPr>
                <w:sz w:val="22"/>
                <w:szCs w:val="22"/>
              </w:rPr>
              <w:lastRenderedPageBreak/>
              <w:t>нарушений развития.</w:t>
            </w:r>
          </w:p>
        </w:tc>
        <w:tc>
          <w:tcPr>
            <w:tcW w:w="23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A4ACF" w:rsidP="00497B95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lastRenderedPageBreak/>
              <w:t>Управление</w:t>
            </w:r>
            <w:r w:rsidR="0068482B" w:rsidRPr="00D459BA">
              <w:t xml:space="preserve"> по образованию и молодежной политике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</w:t>
            </w:r>
            <w:r w:rsidR="0068482B" w:rsidRPr="00D459BA">
              <w:t>» Смоленской области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CF" w:rsidRPr="00D459BA" w:rsidRDefault="006A4ACF" w:rsidP="006A4ACF">
            <w:pPr>
              <w:spacing w:line="240" w:lineRule="auto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  <w:p w:rsidR="0068482B" w:rsidRPr="00D459BA" w:rsidRDefault="006A4ACF" w:rsidP="006A4ACF">
            <w:pPr>
              <w:spacing w:line="240" w:lineRule="auto"/>
            </w:pPr>
            <w:r w:rsidRPr="00D459BA">
              <w:t xml:space="preserve">Смоленской области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7E09F1" w:rsidRDefault="0068482B" w:rsidP="006A4ACF">
            <w:pPr>
              <w:rPr>
                <w:b/>
                <w:color w:val="FF0000"/>
              </w:rPr>
            </w:pPr>
            <w:r w:rsidRPr="001B241F">
              <w:t xml:space="preserve">    </w:t>
            </w:r>
            <w:r w:rsidR="0086029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4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497B95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  <w:r w:rsidRPr="00D459BA">
              <w:t>Областной бюджет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68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497B95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  <w:r w:rsidRPr="00D459BA">
              <w:t>Федеральный бюджет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Default="0068482B" w:rsidP="0068482B">
            <w:pPr>
              <w:jc w:val="center"/>
            </w:pPr>
          </w:p>
          <w:p w:rsidR="0068482B" w:rsidRDefault="0068482B" w:rsidP="0068482B">
            <w:pPr>
              <w:jc w:val="center"/>
            </w:pPr>
          </w:p>
          <w:p w:rsidR="0068482B" w:rsidRPr="00E05C3F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lastRenderedPageBreak/>
              <w:t>0,00</w:t>
            </w:r>
          </w:p>
          <w:p w:rsidR="0068482B" w:rsidRDefault="0068482B" w:rsidP="0068482B">
            <w:pPr>
              <w:jc w:val="center"/>
            </w:pPr>
          </w:p>
          <w:p w:rsidR="0068482B" w:rsidRDefault="0068482B" w:rsidP="0068482B">
            <w:pPr>
              <w:jc w:val="center"/>
            </w:pPr>
          </w:p>
          <w:p w:rsidR="0068482B" w:rsidRPr="00E05C3F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lastRenderedPageBreak/>
              <w:t>0,00</w:t>
            </w:r>
          </w:p>
          <w:p w:rsidR="0068482B" w:rsidRDefault="0068482B" w:rsidP="0068482B">
            <w:pPr>
              <w:jc w:val="center"/>
            </w:pPr>
          </w:p>
          <w:p w:rsidR="0068482B" w:rsidRDefault="0068482B" w:rsidP="0068482B">
            <w:pPr>
              <w:jc w:val="center"/>
            </w:pPr>
          </w:p>
          <w:p w:rsidR="0068482B" w:rsidRPr="00E05C3F" w:rsidRDefault="0068482B" w:rsidP="0068482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lastRenderedPageBreak/>
              <w:t>0,00</w:t>
            </w:r>
          </w:p>
          <w:p w:rsidR="0068482B" w:rsidRDefault="0068482B" w:rsidP="0068482B">
            <w:pPr>
              <w:jc w:val="center"/>
            </w:pPr>
          </w:p>
          <w:p w:rsidR="0068482B" w:rsidRDefault="0068482B" w:rsidP="0068482B">
            <w:pPr>
              <w:jc w:val="center"/>
            </w:pPr>
          </w:p>
          <w:p w:rsidR="0068482B" w:rsidRPr="00E05C3F" w:rsidRDefault="0068482B" w:rsidP="0068482B">
            <w:pPr>
              <w:jc w:val="center"/>
            </w:pPr>
          </w:p>
        </w:tc>
      </w:tr>
      <w:tr w:rsidR="0068482B" w:rsidRPr="00C474AB" w:rsidTr="00F15603">
        <w:trPr>
          <w:trHeight w:val="22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Внедрение дистанционных образовательных технологий для обучения детей-инвалидов и детей с ограниченными возможностями здоровья. 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Управление</w:t>
            </w:r>
            <w:r w:rsidR="0068482B" w:rsidRPr="00D459BA">
              <w:t xml:space="preserve"> по образованию и молодежной политике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  <w:r w:rsidR="0068482B" w:rsidRPr="00D459BA">
              <w:t>», образовательные организации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Проведение обучающих семинаров для родителей детей-инвалидов и детей с ограниченными возможностями здоровья по вопросам организации их образования  и воспитания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 xml:space="preserve">Управление </w:t>
            </w:r>
            <w:r w:rsidR="0068482B" w:rsidRPr="00D459BA">
              <w:t xml:space="preserve">по образованию и молодежной политике Администрации </w:t>
            </w:r>
            <w:r w:rsidRPr="00D459BA">
              <w:t xml:space="preserve">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3B7070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Информирование семей с детьми-инвалидами об организациях, оказывающих реабилитационные услуги, а также разработка обучающих программ для родителей, воспитывающих детей-инвалидов. Информирование детей-инвалидов в возрасте от 5 до 18 лет и их родителей (законных представителей) о возможности получения дополнительного образования на территории муниципального образования </w:t>
            </w:r>
            <w:r w:rsidR="006A4ACF" w:rsidRPr="00121D11">
              <w:rPr>
                <w:sz w:val="22"/>
                <w:szCs w:val="22"/>
              </w:rPr>
              <w:t xml:space="preserve"> муниципального образования «</w:t>
            </w:r>
            <w:proofErr w:type="spellStart"/>
            <w:r w:rsidR="006A4ACF" w:rsidRPr="00121D11">
              <w:rPr>
                <w:sz w:val="22"/>
                <w:szCs w:val="22"/>
              </w:rPr>
              <w:t>Ярцевский</w:t>
            </w:r>
            <w:proofErr w:type="spellEnd"/>
            <w:r w:rsidR="006A4ACF" w:rsidRPr="00121D11">
              <w:rPr>
                <w:sz w:val="22"/>
                <w:szCs w:val="22"/>
              </w:rPr>
              <w:t xml:space="preserve"> муниципальный округ» Смоленской </w:t>
            </w:r>
            <w:r w:rsidR="006A4ACF" w:rsidRPr="00121D11">
              <w:rPr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lastRenderedPageBreak/>
              <w:t>Управление</w:t>
            </w:r>
            <w:r w:rsidR="0068482B" w:rsidRPr="00D459BA">
              <w:t xml:space="preserve"> по образованию и молодежной политике Администрации </w:t>
            </w:r>
            <w:r w:rsidRPr="00D459BA">
              <w:t xml:space="preserve">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 </w:t>
            </w:r>
            <w:r w:rsidR="0068482B" w:rsidRPr="00D459BA">
              <w:t xml:space="preserve">Отдел социальной защиты населения </w:t>
            </w:r>
            <w:proofErr w:type="gramStart"/>
            <w:r w:rsidR="0068482B" w:rsidRPr="00D459BA">
              <w:t>в</w:t>
            </w:r>
            <w:proofErr w:type="gramEnd"/>
            <w:r w:rsidR="0068482B" w:rsidRPr="00D459BA">
              <w:t xml:space="preserve"> </w:t>
            </w:r>
          </w:p>
          <w:p w:rsidR="0068482B" w:rsidRPr="00D459BA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(по согласованию)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29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ind w:left="41"/>
              <w:jc w:val="both"/>
              <w:rPr>
                <w:sz w:val="22"/>
                <w:szCs w:val="22"/>
              </w:rPr>
            </w:pPr>
            <w:r w:rsidRPr="00121D11">
              <w:rPr>
                <w:color w:val="000000"/>
                <w:sz w:val="22"/>
                <w:szCs w:val="22"/>
              </w:rPr>
              <w:t xml:space="preserve">Организация и проведение совместных (интегративных) воспитательных мероприятий для детей-инвалидов и детей без ОВЗ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A4AC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Управления</w:t>
            </w:r>
            <w:r w:rsidR="0068482B" w:rsidRPr="00D459BA">
              <w:t xml:space="preserve"> по образованию и молодежной политике, по культуре и спорту Администрации </w:t>
            </w:r>
            <w:r w:rsidRPr="00D459BA">
              <w:t xml:space="preserve">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  <w:r w:rsidR="0068482B" w:rsidRPr="00D459BA">
              <w:t>,</w:t>
            </w:r>
          </w:p>
          <w:p w:rsidR="0068482B" w:rsidRPr="00D459BA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459BA">
              <w:t>Отде</w:t>
            </w:r>
            <w:r w:rsidR="006A4ACF" w:rsidRPr="00D459BA">
              <w:t>л социальной защиты населения (</w:t>
            </w:r>
            <w:r w:rsidRPr="00D459BA">
              <w:t>по согласованию)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C474AB" w:rsidTr="00F15603">
        <w:trPr>
          <w:trHeight w:val="9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70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Проведение работ по созданию доступной среды в учреждениях культуры</w:t>
            </w:r>
            <w:r w:rsidR="003B7070" w:rsidRPr="00121D11">
              <w:rPr>
                <w:sz w:val="22"/>
                <w:szCs w:val="22"/>
              </w:rPr>
              <w:t xml:space="preserve"> </w:t>
            </w:r>
          </w:p>
          <w:p w:rsidR="0068482B" w:rsidRPr="00121D11" w:rsidRDefault="003B7070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(</w:t>
            </w:r>
            <w:r w:rsidR="00860290">
              <w:rPr>
                <w:sz w:val="22"/>
                <w:szCs w:val="22"/>
              </w:rPr>
              <w:t>Замена дверных блоков в МБУК «Я</w:t>
            </w:r>
            <w:r w:rsidRPr="00121D11">
              <w:rPr>
                <w:sz w:val="22"/>
                <w:szCs w:val="22"/>
              </w:rPr>
              <w:t>ЦБ»)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A4ACF" w:rsidP="00497B9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 w:rsidRPr="00D459BA">
              <w:t>Управление</w:t>
            </w:r>
            <w:r w:rsidR="00F15603" w:rsidRPr="00D459BA">
              <w:t xml:space="preserve"> </w:t>
            </w:r>
            <w:r w:rsidR="0068482B" w:rsidRPr="00D459BA">
              <w:t>по культуре и спорту,  учреждения культуры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F15603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 xml:space="preserve">Бюджет </w:t>
            </w:r>
            <w:r w:rsidR="00F15603" w:rsidRPr="00D459BA">
              <w:t>муниципального образования «</w:t>
            </w:r>
            <w:proofErr w:type="spellStart"/>
            <w:r w:rsidR="00F15603" w:rsidRPr="00D459BA">
              <w:t>Ярцевский</w:t>
            </w:r>
            <w:proofErr w:type="spellEnd"/>
            <w:r w:rsidR="00F15603" w:rsidRPr="00D459BA">
              <w:t xml:space="preserve"> муниципальный округ» Смоленской области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3B7070" w:rsidP="0068482B">
            <w:pPr>
              <w:jc w:val="center"/>
            </w:pPr>
            <w:r>
              <w:t>130 000</w:t>
            </w:r>
            <w:r w:rsidR="0068482B" w:rsidRPr="001B241F">
              <w:t>,00</w:t>
            </w:r>
          </w:p>
          <w:p w:rsidR="0068482B" w:rsidRPr="001B241F" w:rsidRDefault="0068482B" w:rsidP="003B7070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B241F" w:rsidRDefault="003B7070" w:rsidP="0068482B">
            <w:pPr>
              <w:jc w:val="center"/>
            </w:pPr>
            <w:r>
              <w:t>130 000</w:t>
            </w:r>
            <w:r w:rsidR="0068482B" w:rsidRPr="001B241F">
              <w:t>,00</w:t>
            </w:r>
          </w:p>
          <w:p w:rsidR="0068482B" w:rsidRPr="001B241F" w:rsidRDefault="0068482B" w:rsidP="003B7070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Pr="00E05C3F" w:rsidRDefault="0068482B" w:rsidP="003B707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Pr="00E05C3F" w:rsidRDefault="0068482B" w:rsidP="003B7070">
            <w:pPr>
              <w:jc w:val="center"/>
            </w:pP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Проведение работ по созданию доступной среды в учреждениях спорта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F15603" w:rsidP="00497B95">
            <w:pPr>
              <w:spacing w:line="240" w:lineRule="auto"/>
              <w:jc w:val="center"/>
            </w:pPr>
            <w:r w:rsidRPr="00D459BA">
              <w:t xml:space="preserve">Управление </w:t>
            </w:r>
            <w:r w:rsidR="0068482B" w:rsidRPr="00D459BA">
              <w:t xml:space="preserve"> по культуре и спорту,   учреж</w:t>
            </w:r>
            <w:r w:rsidR="003B7070">
              <w:t>д</w:t>
            </w:r>
            <w:r w:rsidR="0068482B" w:rsidRPr="00D459BA">
              <w:t xml:space="preserve">ения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F15603" w:rsidP="0068482B">
            <w:pPr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r>
              <w:t xml:space="preserve">        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1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shd w:val="clear" w:color="auto" w:fill="FFFFFF"/>
              <w:spacing w:line="240" w:lineRule="auto"/>
              <w:rPr>
                <w:sz w:val="22"/>
                <w:szCs w:val="22"/>
              </w:rPr>
            </w:pPr>
            <w:r w:rsidRPr="00121D11">
              <w:rPr>
                <w:color w:val="000000"/>
                <w:sz w:val="22"/>
                <w:szCs w:val="22"/>
              </w:rPr>
              <w:t xml:space="preserve">Работы по созданию доступной среды в учреждениях дополнительного образования: оборудование санузлов поручнями и крючками для </w:t>
            </w:r>
            <w:proofErr w:type="spellStart"/>
            <w:r w:rsidRPr="00121D11">
              <w:rPr>
                <w:color w:val="000000"/>
                <w:sz w:val="22"/>
                <w:szCs w:val="22"/>
              </w:rPr>
              <w:t>маломобильных</w:t>
            </w:r>
            <w:proofErr w:type="spellEnd"/>
            <w:r w:rsidRPr="00121D11">
              <w:rPr>
                <w:color w:val="000000"/>
                <w:sz w:val="22"/>
                <w:szCs w:val="22"/>
              </w:rPr>
              <w:t xml:space="preserve"> групп населения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F15603" w:rsidP="00497B95">
            <w:pPr>
              <w:spacing w:line="240" w:lineRule="auto"/>
              <w:jc w:val="center"/>
            </w:pPr>
            <w:r w:rsidRPr="00D459BA">
              <w:t xml:space="preserve"> Управление </w:t>
            </w:r>
            <w:r w:rsidR="0068482B" w:rsidRPr="00D459BA">
              <w:t xml:space="preserve">по культуре и спорту,   МБУ </w:t>
            </w:r>
            <w:proofErr w:type="gramStart"/>
            <w:r w:rsidR="0068482B" w:rsidRPr="00D459BA">
              <w:t>ДО</w:t>
            </w:r>
            <w:proofErr w:type="gramEnd"/>
            <w:r w:rsidR="0068482B" w:rsidRPr="00D459BA">
              <w:t xml:space="preserve"> Детская художественная школа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F15603" w:rsidP="0068482B">
            <w:pPr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r>
              <w:t xml:space="preserve">       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15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Обеспечение доступности объектов </w:t>
            </w:r>
            <w:r w:rsidRPr="00860290">
              <w:rPr>
                <w:sz w:val="22"/>
                <w:szCs w:val="22"/>
              </w:rPr>
              <w:t>рынка, торговли, аптек</w:t>
            </w:r>
            <w:r w:rsidRPr="00121D11">
              <w:rPr>
                <w:b/>
                <w:sz w:val="22"/>
                <w:szCs w:val="22"/>
              </w:rPr>
              <w:t xml:space="preserve"> </w:t>
            </w:r>
            <w:r w:rsidRPr="00121D11">
              <w:rPr>
                <w:sz w:val="22"/>
                <w:szCs w:val="22"/>
              </w:rPr>
              <w:t>–  установка пандусов, поручней, окраска ступеней в яркий желтый цвет, обустройство подъездных путей.</w:t>
            </w:r>
          </w:p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Взаимодействие с торговыми сетевыми </w:t>
            </w:r>
            <w:r w:rsidRPr="00121D11">
              <w:rPr>
                <w:sz w:val="22"/>
                <w:szCs w:val="22"/>
              </w:rPr>
              <w:lastRenderedPageBreak/>
              <w:t xml:space="preserve">компаниями, функционирующими в городе, а  также с индивидуальными предпринимателями – собственниками объектов рынка и торговли по вопросам создания  доступной среды для инвалидов и </w:t>
            </w:r>
            <w:proofErr w:type="spellStart"/>
            <w:r w:rsidRPr="00121D11">
              <w:rPr>
                <w:sz w:val="22"/>
                <w:szCs w:val="22"/>
              </w:rPr>
              <w:t>маломобильных</w:t>
            </w:r>
            <w:proofErr w:type="spellEnd"/>
            <w:r w:rsidRPr="00121D11">
              <w:rPr>
                <w:sz w:val="22"/>
                <w:szCs w:val="22"/>
              </w:rPr>
              <w:t xml:space="preserve"> групп населения на принадлежащих им объектах.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F15603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lastRenderedPageBreak/>
              <w:t xml:space="preserve">Управление </w:t>
            </w:r>
            <w:r w:rsidR="0068482B" w:rsidRPr="00D459BA">
              <w:t xml:space="preserve"> экономического развития и торговли Администрации муниципальн</w:t>
            </w:r>
            <w:r w:rsidRPr="00D459BA">
              <w:t>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</w:t>
            </w:r>
            <w:proofErr w:type="spellStart"/>
            <w:r w:rsidRPr="00D459BA">
              <w:t>муниципаьный</w:t>
            </w:r>
            <w:proofErr w:type="spellEnd"/>
            <w:r w:rsidRPr="00D459BA">
              <w:t xml:space="preserve"> округ</w:t>
            </w:r>
            <w:r w:rsidR="0068482B" w:rsidRPr="00D459BA">
              <w:t xml:space="preserve">» </w:t>
            </w:r>
            <w:r w:rsidR="0068482B" w:rsidRPr="00D459BA">
              <w:lastRenderedPageBreak/>
              <w:t>Смоленской области,</w:t>
            </w:r>
          </w:p>
          <w:p w:rsidR="0068482B" w:rsidRPr="00D459BA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Индивидуальные предприниматели - собственники объектов (по согласованию)</w:t>
            </w: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lastRenderedPageBreak/>
              <w:t>Внебюджетные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средства</w:t>
            </w: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482B" w:rsidRPr="00D459BA" w:rsidRDefault="0068482B" w:rsidP="00F1560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Обеспечение доступности объектов здравоохранения,  оказывающих медицинские услуги и расположенных в сельских поселениях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860290" w:rsidP="00497B95">
            <w:pPr>
              <w:tabs>
                <w:tab w:val="left" w:pos="1545"/>
              </w:tabs>
              <w:spacing w:line="240" w:lineRule="auto"/>
            </w:pPr>
            <w:r>
              <w:t>ОГБУЗ ЯЦ</w:t>
            </w:r>
            <w:r w:rsidR="0068482B" w:rsidRPr="00D459BA">
              <w:t xml:space="preserve">Б, </w:t>
            </w:r>
            <w:proofErr w:type="spellStart"/>
            <w:r w:rsidR="0068482B" w:rsidRPr="00D459BA">
              <w:t>ФАПы</w:t>
            </w:r>
            <w:proofErr w:type="spellEnd"/>
          </w:p>
          <w:p w:rsidR="0068482B" w:rsidRPr="00D459BA" w:rsidRDefault="0068482B" w:rsidP="00497B95">
            <w:pPr>
              <w:spacing w:line="240" w:lineRule="auto"/>
              <w:jc w:val="center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21D11">
              <w:rPr>
                <w:color w:val="auto"/>
                <w:sz w:val="22"/>
                <w:szCs w:val="22"/>
              </w:rPr>
              <w:t>Осуществление взаимодействия с работодателями разных форм собственности по вопросам содействия инвалидов на квотированные рабочие места.</w:t>
            </w:r>
          </w:p>
          <w:p w:rsidR="0068482B" w:rsidRPr="00121D11" w:rsidRDefault="0068482B" w:rsidP="00497B95">
            <w:pPr>
              <w:spacing w:line="240" w:lineRule="auto"/>
              <w:rPr>
                <w:color w:val="2D2D2D"/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Обеспечение трудоустройства инвалидов на специально созданные рабочие места. Оборудование временных рабочих мест для незанятых инвалидов (в соответствии с дорожной картой).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  <w:r w:rsidRPr="00D459BA">
              <w:t>Администрация муниципальн</w:t>
            </w:r>
            <w:r w:rsidR="00F15603" w:rsidRPr="00D459BA">
              <w:t>ого образования «</w:t>
            </w:r>
            <w:proofErr w:type="spellStart"/>
            <w:r w:rsidR="00F15603" w:rsidRPr="00D459BA">
              <w:t>Ярцевский</w:t>
            </w:r>
            <w:proofErr w:type="spellEnd"/>
            <w:r w:rsidR="00F15603" w:rsidRPr="00D459BA">
              <w:t xml:space="preserve"> муниципальный округ</w:t>
            </w:r>
            <w:r w:rsidRPr="00D459BA">
              <w:t xml:space="preserve">» Смоленской области, </w:t>
            </w:r>
          </w:p>
          <w:p w:rsidR="0068482B" w:rsidRPr="00D459BA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Центр занятости населения (по согласованию)</w:t>
            </w: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21D11">
              <w:rPr>
                <w:color w:val="auto"/>
                <w:sz w:val="22"/>
                <w:szCs w:val="22"/>
              </w:rPr>
              <w:t>Мониторинг численности инвалидов трудоспособного возраста, работающих в бюджетных учреждениях муниципальн</w:t>
            </w:r>
            <w:r w:rsidR="00F15603" w:rsidRPr="00121D11">
              <w:rPr>
                <w:color w:val="auto"/>
                <w:sz w:val="22"/>
                <w:szCs w:val="22"/>
              </w:rPr>
              <w:t>ого образования «</w:t>
            </w:r>
            <w:proofErr w:type="spellStart"/>
            <w:r w:rsidR="00F15603" w:rsidRPr="00121D11">
              <w:rPr>
                <w:color w:val="auto"/>
                <w:sz w:val="22"/>
                <w:szCs w:val="22"/>
              </w:rPr>
              <w:t>Ярцевский</w:t>
            </w:r>
            <w:proofErr w:type="spellEnd"/>
            <w:r w:rsidR="00F15603" w:rsidRPr="00121D11">
              <w:rPr>
                <w:color w:val="auto"/>
                <w:sz w:val="22"/>
                <w:szCs w:val="22"/>
              </w:rPr>
              <w:t xml:space="preserve"> муниципальный округ</w:t>
            </w:r>
            <w:r w:rsidRPr="00121D11">
              <w:rPr>
                <w:color w:val="auto"/>
                <w:sz w:val="22"/>
                <w:szCs w:val="22"/>
              </w:rPr>
              <w:t>» Смоленской области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  <w:r w:rsidRPr="00D459BA">
              <w:t>Администрация муниципальн</w:t>
            </w:r>
            <w:r w:rsidR="00F15603" w:rsidRPr="00D459BA">
              <w:t>ого образования «</w:t>
            </w:r>
            <w:proofErr w:type="spellStart"/>
            <w:r w:rsidR="00F15603" w:rsidRPr="00D459BA">
              <w:t>Ярцевский</w:t>
            </w:r>
            <w:proofErr w:type="spellEnd"/>
            <w:r w:rsidR="00F15603" w:rsidRPr="00D459BA">
              <w:t xml:space="preserve"> муниципальный округ</w:t>
            </w:r>
            <w:r w:rsidRPr="00D459BA">
              <w:t>» Смоленской области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25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pStyle w:val="Default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Организация профессиональной ориентации, </w:t>
            </w:r>
            <w:proofErr w:type="spellStart"/>
            <w:r w:rsidRPr="00121D11">
              <w:rPr>
                <w:sz w:val="22"/>
                <w:szCs w:val="22"/>
              </w:rPr>
              <w:t>профконсультирования</w:t>
            </w:r>
            <w:proofErr w:type="spellEnd"/>
            <w:r w:rsidRPr="00121D11">
              <w:rPr>
                <w:sz w:val="22"/>
                <w:szCs w:val="22"/>
              </w:rPr>
              <w:t xml:space="preserve"> и </w:t>
            </w:r>
            <w:proofErr w:type="spellStart"/>
            <w:r w:rsidRPr="00121D11">
              <w:rPr>
                <w:sz w:val="22"/>
                <w:szCs w:val="22"/>
              </w:rPr>
              <w:t>профобучения</w:t>
            </w:r>
            <w:proofErr w:type="spellEnd"/>
            <w:r w:rsidRPr="00121D11">
              <w:rPr>
                <w:sz w:val="22"/>
                <w:szCs w:val="22"/>
              </w:rPr>
              <w:t xml:space="preserve">  инвалидов, людей с ОВЗ и  других </w:t>
            </w:r>
            <w:proofErr w:type="spellStart"/>
            <w:r w:rsidRPr="00121D11">
              <w:rPr>
                <w:sz w:val="22"/>
                <w:szCs w:val="22"/>
              </w:rPr>
              <w:t>маломобильных</w:t>
            </w:r>
            <w:proofErr w:type="spellEnd"/>
            <w:r w:rsidRPr="00121D11">
              <w:rPr>
                <w:sz w:val="22"/>
                <w:szCs w:val="22"/>
              </w:rPr>
              <w:t xml:space="preserve"> граждан, содействие их социальной адаптации на базе общественных организаций инвалидов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  <w:r w:rsidRPr="00D459BA">
              <w:t>Отд</w:t>
            </w:r>
            <w:r w:rsidR="00F15603" w:rsidRPr="00D459BA">
              <w:t>ел социальной защиты населения</w:t>
            </w:r>
            <w:proofErr w:type="gramStart"/>
            <w:r w:rsidR="00F15603" w:rsidRPr="00D459BA">
              <w:t xml:space="preserve"> </w:t>
            </w:r>
            <w:r w:rsidRPr="00D459BA">
              <w:t>,</w:t>
            </w:r>
            <w:proofErr w:type="gramEnd"/>
            <w:r w:rsidRPr="00D459BA">
              <w:t xml:space="preserve">   городская общественная организация Смоленской областной организации  ВОИ, </w:t>
            </w:r>
          </w:p>
          <w:p w:rsidR="0068482B" w:rsidRPr="00D459BA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Центр занятости населения (по согласованию)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1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pStyle w:val="Default"/>
              <w:jc w:val="both"/>
              <w:rPr>
                <w:color w:val="2D2D2D"/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Проведение инструктирования (обучения)  сотрудников учреждений и организаций социальной сферы, предоставляющих услуги населению, по вопросам оказания услуг инвалидам в доступных для них формах и необходимой помощи в зависимости  от стойких расстройств функций организма (зрения, слуха, опорно-двигательного аппарата)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  <w:r w:rsidRPr="00D459BA">
              <w:t>Администрация муниципальн</w:t>
            </w:r>
            <w:r w:rsidR="00F15603" w:rsidRPr="00D459BA">
              <w:t>ого образования «</w:t>
            </w:r>
            <w:proofErr w:type="spellStart"/>
            <w:r w:rsidR="00F15603" w:rsidRPr="00D459BA">
              <w:t>Ярцевский</w:t>
            </w:r>
            <w:proofErr w:type="spellEnd"/>
            <w:r w:rsidR="00F15603" w:rsidRPr="00D459BA">
              <w:t xml:space="preserve"> муниципальный округ</w:t>
            </w:r>
            <w:r w:rsidRPr="00D459BA">
              <w:t xml:space="preserve">» Смоленской области, </w:t>
            </w: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  <w:r w:rsidRPr="00D459BA">
              <w:t>руководители учреждений и организаций социальной сферы</w:t>
            </w: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Проведение обучающих семинаров с работниками пассажирского автотранспорта, в том числе такси по вопросам доступной перевозки инвалидов, людей с ОВЗ и граждан пожилого возраста.</w:t>
            </w:r>
          </w:p>
          <w:p w:rsidR="0068482B" w:rsidRPr="00121D11" w:rsidRDefault="0068482B" w:rsidP="00497B95">
            <w:pPr>
              <w:pStyle w:val="Default"/>
              <w:jc w:val="both"/>
              <w:rPr>
                <w:color w:val="2D2D2D"/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пассажирского </w:t>
            </w:r>
            <w:proofErr w:type="gramStart"/>
            <w:r w:rsidRPr="00121D11">
              <w:rPr>
                <w:sz w:val="22"/>
                <w:szCs w:val="22"/>
              </w:rPr>
              <w:t>автотранспорта</w:t>
            </w:r>
            <w:proofErr w:type="gramEnd"/>
            <w:r w:rsidRPr="00121D11">
              <w:rPr>
                <w:sz w:val="22"/>
                <w:szCs w:val="22"/>
              </w:rPr>
              <w:t xml:space="preserve"> в том числе такси по вопросам доступной перевозки инвалидов ОВЗ и граждан пожилого возраста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  <w:r w:rsidRPr="00D459BA">
              <w:t>Руководители пассажирских автотранспортных предприятий района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</w:tr>
      <w:tr w:rsidR="0068482B" w:rsidRPr="00066329" w:rsidTr="00F15603">
        <w:trPr>
          <w:trHeight w:val="21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066329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21D11" w:rsidRDefault="0068482B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Обеспечение маршрутов городских пассажирских перевозок транспортными средствами с пониженным уровнем пола, </w:t>
            </w:r>
            <w:r w:rsidRPr="00121D11">
              <w:rPr>
                <w:sz w:val="22"/>
                <w:szCs w:val="22"/>
                <w:shd w:val="clear" w:color="auto" w:fill="FFFFFF"/>
              </w:rPr>
              <w:t xml:space="preserve"> кнопками вызова водителя, световыми табло и громкоговорителями, оповещающими названия остановок, </w:t>
            </w:r>
            <w:r w:rsidRPr="00121D11">
              <w:rPr>
                <w:sz w:val="22"/>
                <w:szCs w:val="22"/>
              </w:rPr>
              <w:t xml:space="preserve">адаптированных для инвалидов и </w:t>
            </w:r>
            <w:proofErr w:type="spellStart"/>
            <w:r w:rsidRPr="00121D11">
              <w:rPr>
                <w:sz w:val="22"/>
                <w:szCs w:val="22"/>
              </w:rPr>
              <w:t>маломобильных</w:t>
            </w:r>
            <w:proofErr w:type="spellEnd"/>
            <w:r w:rsidRPr="00121D11">
              <w:rPr>
                <w:sz w:val="22"/>
                <w:szCs w:val="22"/>
              </w:rPr>
              <w:t xml:space="preserve"> групп населения.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  <w:r w:rsidRPr="00D459BA">
              <w:t>Руководители пассажирских автотранспортных предприятий района</w:t>
            </w:r>
          </w:p>
          <w:p w:rsidR="0068482B" w:rsidRPr="00D459BA" w:rsidRDefault="0068482B" w:rsidP="00497B95">
            <w:pPr>
              <w:tabs>
                <w:tab w:val="left" w:pos="1545"/>
              </w:tabs>
              <w:spacing w:line="240" w:lineRule="auto"/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E05C3F" w:rsidRDefault="0068482B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</w:pPr>
            <w:r>
              <w:t>0,00</w:t>
            </w:r>
          </w:p>
          <w:p w:rsidR="0068482B" w:rsidRPr="00E05C3F" w:rsidRDefault="0068482B" w:rsidP="0068482B">
            <w:pPr>
              <w:jc w:val="center"/>
            </w:pPr>
          </w:p>
        </w:tc>
      </w:tr>
      <w:tr w:rsidR="0068482B" w:rsidRPr="00066329" w:rsidTr="00F1560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8482B" w:rsidP="0068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121D11" w:rsidRDefault="0068482B" w:rsidP="006472B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Работы по созданию доступной среды в учреждениях </w:t>
            </w:r>
            <w:r w:rsidR="006472BF">
              <w:rPr>
                <w:sz w:val="22"/>
                <w:szCs w:val="22"/>
              </w:rPr>
              <w:t xml:space="preserve"> культуры </w:t>
            </w:r>
            <w:r w:rsidRPr="00121D11">
              <w:rPr>
                <w:sz w:val="22"/>
                <w:szCs w:val="22"/>
              </w:rPr>
              <w:t>(установка пандуса)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6472BF" w:rsidP="006472BF">
            <w:pPr>
              <w:tabs>
                <w:tab w:val="left" w:pos="1545"/>
              </w:tabs>
            </w:pPr>
            <w:r>
              <w:t xml:space="preserve">  Управление по культуре и спорту, </w:t>
            </w:r>
          </w:p>
          <w:p w:rsidR="006472BF" w:rsidRPr="00D459BA" w:rsidRDefault="006472BF" w:rsidP="006472BF">
            <w:pPr>
              <w:tabs>
                <w:tab w:val="left" w:pos="1545"/>
              </w:tabs>
            </w:pPr>
            <w:r>
              <w:t>МБУДО Детская школа искусств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2B" w:rsidRPr="00D459BA" w:rsidRDefault="0068482B" w:rsidP="00684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 xml:space="preserve">Бюджет муниципального </w:t>
            </w:r>
            <w:r w:rsidR="00A743DB" w:rsidRPr="00D459BA">
              <w:t>образования «</w:t>
            </w:r>
            <w:proofErr w:type="spellStart"/>
            <w:r w:rsidR="00A743DB" w:rsidRPr="00D459BA">
              <w:t>Ярцевский</w:t>
            </w:r>
            <w:proofErr w:type="spellEnd"/>
            <w:r w:rsidR="00A743DB" w:rsidRPr="00D459BA">
              <w:t xml:space="preserve"> муниципальный округ</w:t>
            </w:r>
            <w:r w:rsidRPr="00D459BA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6472BF" w:rsidRDefault="00860290" w:rsidP="0068482B">
            <w:pPr>
              <w:jc w:val="center"/>
            </w:pPr>
            <w:r w:rsidRPr="006472BF">
              <w:t>17 00</w:t>
            </w:r>
            <w:r w:rsidR="003B7070" w:rsidRPr="006472BF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Pr="006472BF" w:rsidRDefault="00860290" w:rsidP="0068482B">
            <w:pPr>
              <w:jc w:val="center"/>
            </w:pPr>
            <w:r w:rsidRPr="006472BF">
              <w:t>17 00</w:t>
            </w:r>
            <w:r w:rsidR="003B7070" w:rsidRPr="006472BF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3B7070" w:rsidP="0068482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2B" w:rsidRDefault="003B7070" w:rsidP="0068482B">
            <w:pPr>
              <w:jc w:val="center"/>
            </w:pPr>
            <w:r>
              <w:t>0,00</w:t>
            </w:r>
          </w:p>
        </w:tc>
      </w:tr>
      <w:tr w:rsidR="0059579F" w:rsidRPr="00066329" w:rsidTr="00F15603">
        <w:trPr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066329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121D11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121D11">
              <w:rPr>
                <w:b/>
                <w:i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459BA">
              <w:rPr>
                <w:b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6472BF" w:rsidRDefault="00860290" w:rsidP="0059579F">
            <w:pPr>
              <w:jc w:val="center"/>
            </w:pPr>
            <w:r w:rsidRPr="006472BF">
              <w:t>147</w:t>
            </w:r>
            <w:r w:rsidR="0059579F" w:rsidRPr="006472BF"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6472BF" w:rsidRDefault="00860290" w:rsidP="00860290">
            <w:pPr>
              <w:jc w:val="center"/>
            </w:pPr>
            <w:r w:rsidRPr="006472BF">
              <w:t>147</w:t>
            </w:r>
            <w:r w:rsidR="0059579F" w:rsidRPr="006472BF"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F15603">
        <w:trPr>
          <w:trHeight w:val="22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066329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121D11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6472BF" w:rsidRDefault="0059579F" w:rsidP="0059579F">
            <w:pPr>
              <w:jc w:val="center"/>
            </w:pPr>
            <w:r w:rsidRPr="006472BF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6472BF" w:rsidRDefault="0059579F" w:rsidP="0059579F">
            <w:pPr>
              <w:jc w:val="center"/>
            </w:pPr>
            <w:r w:rsidRPr="006472BF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F15603">
        <w:trPr>
          <w:trHeight w:val="2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066329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121D11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9BA"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6472BF" w:rsidRDefault="0059579F" w:rsidP="0059579F">
            <w:pPr>
              <w:jc w:val="center"/>
            </w:pPr>
            <w:r w:rsidRPr="006472BF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6472BF" w:rsidRDefault="0059579F" w:rsidP="0059579F">
            <w:pPr>
              <w:jc w:val="center"/>
            </w:pPr>
            <w:r w:rsidRPr="006472BF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2D495C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F15603">
        <w:trPr>
          <w:trHeight w:val="71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121D11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9BA">
              <w:t>Бюджет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6472BF" w:rsidRDefault="00860290" w:rsidP="0059579F">
            <w:pPr>
              <w:jc w:val="center"/>
            </w:pPr>
            <w:r w:rsidRPr="006472BF">
              <w:t>147</w:t>
            </w:r>
            <w:r w:rsidR="0059579F" w:rsidRPr="006472BF"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6472BF" w:rsidRDefault="00860290" w:rsidP="0059579F">
            <w:pPr>
              <w:jc w:val="center"/>
            </w:pPr>
            <w:r w:rsidRPr="006472BF">
              <w:t>147</w:t>
            </w:r>
            <w:r w:rsidR="0059579F" w:rsidRPr="006472BF"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5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42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21D11" w:rsidRDefault="0059579F" w:rsidP="00497B95">
            <w:pPr>
              <w:spacing w:line="240" w:lineRule="auto"/>
              <w:rPr>
                <w:sz w:val="22"/>
                <w:szCs w:val="22"/>
              </w:rPr>
            </w:pPr>
            <w:r w:rsidRPr="00121D11">
              <w:rPr>
                <w:b/>
                <w:i/>
                <w:sz w:val="22"/>
                <w:szCs w:val="22"/>
              </w:rPr>
              <w:t xml:space="preserve">Комплекс процессных мероприятий «Организация и проведение мероприятий, направленных  на </w:t>
            </w:r>
            <w:proofErr w:type="spellStart"/>
            <w:r w:rsidRPr="00121D11">
              <w:rPr>
                <w:b/>
                <w:i/>
                <w:sz w:val="22"/>
                <w:szCs w:val="22"/>
              </w:rPr>
              <w:t>социокультурную</w:t>
            </w:r>
            <w:proofErr w:type="spellEnd"/>
            <w:r w:rsidRPr="00121D11">
              <w:rPr>
                <w:b/>
                <w:i/>
                <w:sz w:val="22"/>
                <w:szCs w:val="22"/>
              </w:rPr>
              <w:t xml:space="preserve"> реабилитацию инвалидов»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21D11" w:rsidRDefault="0059579F" w:rsidP="00497B95">
            <w:pPr>
              <w:spacing w:line="240" w:lineRule="auto"/>
              <w:jc w:val="both"/>
              <w:outlineLvl w:val="1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>Спортивные соревнования для участников с ограниченными возможностями здоровья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по культуре и спорту.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Муниципальные бюджетные учреждения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спорта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21D11" w:rsidRDefault="0059579F" w:rsidP="00497B95">
            <w:pPr>
              <w:spacing w:line="240" w:lineRule="auto"/>
              <w:jc w:val="both"/>
              <w:outlineLvl w:val="1"/>
              <w:rPr>
                <w:sz w:val="22"/>
                <w:szCs w:val="22"/>
              </w:rPr>
            </w:pPr>
            <w:r w:rsidRPr="00121D11">
              <w:rPr>
                <w:sz w:val="22"/>
                <w:szCs w:val="22"/>
              </w:rPr>
              <w:t xml:space="preserve">Адаптационные занятия   по общей физической подготовке  для участников с ограниченными возможностями здоровья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Управления  по культуре и спорту, образованию.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Муниципальные бюджетные учреждения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 xml:space="preserve">спорта, образования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20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21D11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121D11">
              <w:rPr>
                <w:rStyle w:val="FontStyle11"/>
                <w:sz w:val="22"/>
                <w:szCs w:val="22"/>
              </w:rPr>
              <w:t xml:space="preserve">Проведение мероприятий в клубе «Ветеран», занятия по комбинированным танцам, вечеров в театре «Ветер перемен», участие в конкурсах и фестивалях вокального коллектива «Здравица», мероприятия с участием  </w:t>
            </w:r>
            <w:proofErr w:type="spellStart"/>
            <w:r w:rsidRPr="00121D11">
              <w:rPr>
                <w:rStyle w:val="FontStyle11"/>
                <w:sz w:val="22"/>
                <w:szCs w:val="22"/>
              </w:rPr>
              <w:t>Ярцевской</w:t>
            </w:r>
            <w:proofErr w:type="spellEnd"/>
            <w:r w:rsidRPr="00121D11">
              <w:rPr>
                <w:rStyle w:val="FontStyle11"/>
                <w:sz w:val="22"/>
                <w:szCs w:val="22"/>
              </w:rPr>
              <w:t xml:space="preserve"> организации ВОС</w:t>
            </w:r>
          </w:p>
          <w:p w:rsidR="0059579F" w:rsidRPr="00121D11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 xml:space="preserve">Управление по культуре и спорту, 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муниципальное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Центр культуры и искусства»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21D11" w:rsidRDefault="0059579F" w:rsidP="00497B95">
            <w:pPr>
              <w:spacing w:line="240" w:lineRule="auto"/>
              <w:jc w:val="both"/>
              <w:outlineLvl w:val="1"/>
              <w:rPr>
                <w:sz w:val="22"/>
                <w:szCs w:val="22"/>
              </w:rPr>
            </w:pPr>
            <w:r w:rsidRPr="00121D11">
              <w:rPr>
                <w:rStyle w:val="FontStyle11"/>
                <w:sz w:val="22"/>
                <w:szCs w:val="22"/>
              </w:rPr>
              <w:t xml:space="preserve">Функционирование </w:t>
            </w:r>
            <w:proofErr w:type="spellStart"/>
            <w:proofErr w:type="gramStart"/>
            <w:r w:rsidRPr="00121D11">
              <w:rPr>
                <w:rStyle w:val="FontStyle11"/>
                <w:sz w:val="22"/>
                <w:szCs w:val="22"/>
              </w:rPr>
              <w:t>Интернет-страницы</w:t>
            </w:r>
            <w:proofErr w:type="spellEnd"/>
            <w:proofErr w:type="gramEnd"/>
            <w:r w:rsidRPr="00121D11">
              <w:rPr>
                <w:rStyle w:val="FontStyle11"/>
                <w:sz w:val="22"/>
                <w:szCs w:val="22"/>
              </w:rPr>
              <w:t xml:space="preserve"> для людей с ограниченными возможностями на сайте Администрации района, сайтах учреждений социальной сферы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Администрация муниципального образования 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муниципальный округ» Смоленской области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21D11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121D11">
              <w:rPr>
                <w:rStyle w:val="FontStyle11"/>
                <w:sz w:val="22"/>
                <w:szCs w:val="22"/>
              </w:rPr>
              <w:t>Организация занятий по основам компьютерной грамотности для инвалидов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по культуре и спорту, муниципальное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Ярцевская</w:t>
            </w:r>
            <w:proofErr w:type="spellEnd"/>
            <w:r w:rsidRPr="00D459BA">
              <w:t xml:space="preserve"> 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121D11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</w:p>
          <w:p w:rsidR="0059579F" w:rsidRPr="00121D11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2"/>
                <w:szCs w:val="22"/>
              </w:rPr>
            </w:pPr>
            <w:r w:rsidRPr="00121D11">
              <w:rPr>
                <w:rStyle w:val="FontStyle11"/>
                <w:sz w:val="22"/>
                <w:szCs w:val="22"/>
              </w:rPr>
              <w:t xml:space="preserve">День </w:t>
            </w:r>
            <w:proofErr w:type="spellStart"/>
            <w:r w:rsidRPr="00121D11">
              <w:rPr>
                <w:rStyle w:val="FontStyle11"/>
                <w:sz w:val="22"/>
                <w:szCs w:val="22"/>
              </w:rPr>
              <w:t>добролюбия</w:t>
            </w:r>
            <w:proofErr w:type="spellEnd"/>
            <w:r w:rsidRPr="00121D11">
              <w:rPr>
                <w:rStyle w:val="FontStyle11"/>
                <w:sz w:val="22"/>
                <w:szCs w:val="22"/>
              </w:rPr>
              <w:t xml:space="preserve"> «Ты на свете не один» (к Международному Дню инвалидов)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по культуре и спорту, муниципальное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Центр культуры и искусства»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>Проведение мероприятий в клубе молодых инвалидов «Вместе».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Муниципальное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Ярцевская</w:t>
            </w:r>
            <w:proofErr w:type="spellEnd"/>
            <w:r w:rsidRPr="00D459BA">
              <w:t xml:space="preserve"> 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 xml:space="preserve">Цикл мероприятий для детей </w:t>
            </w:r>
            <w:proofErr w:type="gramStart"/>
            <w:r w:rsidRPr="00D459BA">
              <w:rPr>
                <w:rStyle w:val="FontStyle11"/>
                <w:sz w:val="24"/>
                <w:szCs w:val="24"/>
              </w:rPr>
              <w:t>–и</w:t>
            </w:r>
            <w:proofErr w:type="gramEnd"/>
            <w:r w:rsidRPr="00D459BA">
              <w:rPr>
                <w:rStyle w:val="FontStyle11"/>
                <w:sz w:val="24"/>
                <w:szCs w:val="24"/>
              </w:rPr>
              <w:t>нвалидов «Передай добро по кругу» в библиотеках района</w:t>
            </w:r>
          </w:p>
          <w:p w:rsidR="0059579F" w:rsidRPr="00D459BA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</w:p>
          <w:p w:rsidR="0059579F" w:rsidRPr="00D459BA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</w:p>
          <w:p w:rsidR="0059579F" w:rsidRPr="00D459BA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lastRenderedPageBreak/>
              <w:t>Управление по культуре, Муниципальное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бюджетное учреждение культуры</w:t>
            </w:r>
          </w:p>
          <w:p w:rsidR="0059579F" w:rsidRPr="00D459BA" w:rsidRDefault="00860290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t>«</w:t>
            </w:r>
            <w:proofErr w:type="spellStart"/>
            <w:r>
              <w:t>Ярцевская</w:t>
            </w:r>
            <w:proofErr w:type="spellEnd"/>
            <w:r>
              <w:t xml:space="preserve"> </w:t>
            </w:r>
            <w:r w:rsidR="0059579F" w:rsidRPr="00D459BA">
              <w:t xml:space="preserve"> центральная библиотека»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E05C3F" w:rsidRDefault="0059579F" w:rsidP="0059579F">
            <w:pPr>
              <w:jc w:val="center"/>
            </w:pPr>
            <w:r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rStyle w:val="FontStyle11"/>
                <w:sz w:val="24"/>
                <w:szCs w:val="24"/>
              </w:rPr>
              <w:t xml:space="preserve">Мероприятия декады, посвященной Международному Дню инвалидов 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Управление по культуре, бюджетное учреждение культуры</w:t>
            </w:r>
          </w:p>
          <w:p w:rsidR="0059579F" w:rsidRPr="00D459BA" w:rsidRDefault="0059579F" w:rsidP="00497B95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459BA">
              <w:t>«</w:t>
            </w:r>
            <w:proofErr w:type="spellStart"/>
            <w:r w:rsidRPr="00D459BA">
              <w:t>Ярцевский</w:t>
            </w:r>
            <w:proofErr w:type="spellEnd"/>
            <w:r w:rsidRPr="00D459BA">
              <w:t xml:space="preserve"> Центр культуры и искусства»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7D623F" w:rsidRDefault="0059579F" w:rsidP="0059579F">
            <w:pPr>
              <w:jc w:val="center"/>
            </w:pP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Оказание финансовой поддержки некоммерческим организациям в виде субсидии, за исключением государственных (муниципальных) учреждений (ВОИ)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6472BF" w:rsidRDefault="0059579F" w:rsidP="0059579F">
            <w:pPr>
              <w:jc w:val="center"/>
            </w:pPr>
          </w:p>
          <w:p w:rsidR="0059579F" w:rsidRPr="006472BF" w:rsidRDefault="0059579F" w:rsidP="0059579F">
            <w:pPr>
              <w:jc w:val="center"/>
            </w:pPr>
          </w:p>
          <w:p w:rsidR="0059579F" w:rsidRPr="006472BF" w:rsidRDefault="00860290" w:rsidP="00860290">
            <w:pPr>
              <w:jc w:val="center"/>
            </w:pPr>
            <w:r w:rsidRPr="006472BF">
              <w:t>853 779,76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6472BF" w:rsidRDefault="0059579F" w:rsidP="0059579F">
            <w:pPr>
              <w:jc w:val="center"/>
            </w:pPr>
          </w:p>
          <w:p w:rsidR="0059579F" w:rsidRPr="006472BF" w:rsidRDefault="0059579F" w:rsidP="0059579F">
            <w:pPr>
              <w:jc w:val="center"/>
            </w:pPr>
          </w:p>
          <w:p w:rsidR="0059579F" w:rsidRPr="006472BF" w:rsidRDefault="00860290" w:rsidP="0059579F">
            <w:pPr>
              <w:jc w:val="center"/>
            </w:pPr>
            <w:r w:rsidRPr="006472BF">
              <w:t>853 779</w:t>
            </w:r>
            <w:r w:rsidR="0059579F" w:rsidRPr="006472BF">
              <w:t>,</w:t>
            </w:r>
            <w:r w:rsidRPr="006472BF"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</w:tr>
      <w:tr w:rsidR="0059579F" w:rsidRPr="00066329" w:rsidTr="006848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497B95">
            <w:pPr>
              <w:spacing w:line="240" w:lineRule="auto"/>
              <w:jc w:val="both"/>
              <w:outlineLvl w:val="1"/>
              <w:rPr>
                <w:rStyle w:val="FontStyle11"/>
                <w:sz w:val="24"/>
                <w:szCs w:val="24"/>
              </w:rPr>
            </w:pPr>
            <w:r w:rsidRPr="00D459BA">
              <w:rPr>
                <w:sz w:val="24"/>
                <w:szCs w:val="24"/>
              </w:rPr>
              <w:t>Оказание финансовой поддержки некоммерческим организациям в виде субсидии, за исключением государственных (муниципальных) учреждений (ВОС)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D459BA" w:rsidRDefault="0059579F" w:rsidP="005957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59579F" w:rsidRPr="00D459BA" w:rsidRDefault="0059579F" w:rsidP="0059579F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6472BF" w:rsidRDefault="0059579F" w:rsidP="0059579F">
            <w:pPr>
              <w:jc w:val="center"/>
            </w:pPr>
          </w:p>
          <w:p w:rsidR="0059579F" w:rsidRPr="006472BF" w:rsidRDefault="0059579F" w:rsidP="0059579F">
            <w:pPr>
              <w:jc w:val="center"/>
            </w:pPr>
          </w:p>
          <w:p w:rsidR="0059579F" w:rsidRPr="006472BF" w:rsidRDefault="0059579F" w:rsidP="0059579F">
            <w:pPr>
              <w:jc w:val="center"/>
            </w:pPr>
            <w:r w:rsidRPr="006472BF">
              <w:t>223 000,00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6472BF" w:rsidRDefault="0059579F" w:rsidP="0059579F">
            <w:pPr>
              <w:jc w:val="center"/>
            </w:pPr>
          </w:p>
          <w:p w:rsidR="0059579F" w:rsidRPr="006472BF" w:rsidRDefault="0059579F" w:rsidP="0059579F">
            <w:pPr>
              <w:jc w:val="center"/>
            </w:pPr>
          </w:p>
          <w:p w:rsidR="0059579F" w:rsidRPr="006472BF" w:rsidRDefault="0059579F" w:rsidP="0059579F">
            <w:pPr>
              <w:jc w:val="center"/>
            </w:pPr>
            <w:r w:rsidRPr="006472BF">
              <w:t>223 000,00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Default="0059579F" w:rsidP="0059579F">
            <w:pPr>
              <w:jc w:val="center"/>
            </w:pPr>
          </w:p>
          <w:p w:rsidR="0059579F" w:rsidRDefault="0059579F" w:rsidP="0059579F">
            <w:pPr>
              <w:jc w:val="center"/>
            </w:pPr>
          </w:p>
          <w:p w:rsidR="0059579F" w:rsidRPr="001B241F" w:rsidRDefault="0059579F" w:rsidP="0059579F">
            <w:pPr>
              <w:jc w:val="center"/>
            </w:pPr>
            <w:r w:rsidRPr="001B241F">
              <w:t>0,00</w:t>
            </w:r>
          </w:p>
        </w:tc>
      </w:tr>
      <w:tr w:rsidR="0059579F" w:rsidRPr="00066329" w:rsidTr="0059579F">
        <w:trPr>
          <w:trHeight w:val="41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Default="0059579F" w:rsidP="005957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8221F2" w:rsidRDefault="0059579F" w:rsidP="0059579F">
            <w:pPr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8221F2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D459BA" w:rsidRDefault="0059579F" w:rsidP="0059579F">
            <w:pPr>
              <w:tabs>
                <w:tab w:val="left" w:pos="1545"/>
              </w:tabs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9F" w:rsidRPr="0059579F" w:rsidRDefault="0059579F" w:rsidP="0059579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9579F">
              <w:rPr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6472BF" w:rsidRDefault="0059579F" w:rsidP="0059579F">
            <w:pPr>
              <w:jc w:val="center"/>
            </w:pPr>
          </w:p>
          <w:p w:rsidR="0059579F" w:rsidRPr="006472BF" w:rsidRDefault="00860290" w:rsidP="0059579F">
            <w:pPr>
              <w:jc w:val="center"/>
            </w:pPr>
            <w:r w:rsidRPr="006472BF">
              <w:t>1 076 779,76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90" w:rsidRPr="006472BF" w:rsidRDefault="00860290" w:rsidP="00860290">
            <w:pPr>
              <w:jc w:val="center"/>
            </w:pPr>
          </w:p>
          <w:p w:rsidR="0059579F" w:rsidRPr="006472BF" w:rsidRDefault="00860290" w:rsidP="00860290">
            <w:pPr>
              <w:jc w:val="center"/>
            </w:pPr>
            <w:r w:rsidRPr="006472BF">
              <w:t>1 076 779,76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59579F" w:rsidRDefault="0059579F" w:rsidP="0059579F">
            <w:pPr>
              <w:jc w:val="center"/>
            </w:pPr>
          </w:p>
          <w:p w:rsidR="0059579F" w:rsidRPr="0059579F" w:rsidRDefault="0059579F" w:rsidP="0059579F">
            <w:pPr>
              <w:jc w:val="center"/>
            </w:pPr>
            <w:r w:rsidRPr="0059579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79F" w:rsidRPr="0059579F" w:rsidRDefault="0059579F" w:rsidP="0059579F">
            <w:pPr>
              <w:jc w:val="center"/>
            </w:pPr>
          </w:p>
          <w:p w:rsidR="0059579F" w:rsidRPr="0059579F" w:rsidRDefault="0059579F" w:rsidP="0059579F">
            <w:pPr>
              <w:jc w:val="center"/>
            </w:pPr>
            <w:r w:rsidRPr="0059579F">
              <w:t>0,00</w:t>
            </w:r>
          </w:p>
        </w:tc>
      </w:tr>
      <w:tr w:rsidR="00860290" w:rsidRPr="00066329" w:rsidTr="0068482B">
        <w:trPr>
          <w:trHeight w:val="6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Default="00860290" w:rsidP="00860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90" w:rsidRPr="008221F2" w:rsidRDefault="00860290" w:rsidP="00860290">
            <w:pPr>
              <w:jc w:val="both"/>
              <w:outlineLvl w:val="1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D459BA" w:rsidRDefault="00860290" w:rsidP="00860290">
            <w:pPr>
              <w:tabs>
                <w:tab w:val="left" w:pos="1545"/>
              </w:tabs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D459BA" w:rsidRDefault="00860290" w:rsidP="0086029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860290" w:rsidRPr="00D459BA" w:rsidRDefault="00860290" w:rsidP="0086029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90" w:rsidRPr="006472BF" w:rsidRDefault="00860290" w:rsidP="00860290">
            <w:pPr>
              <w:jc w:val="center"/>
            </w:pPr>
          </w:p>
          <w:p w:rsidR="00860290" w:rsidRPr="006472BF" w:rsidRDefault="00860290" w:rsidP="00860290">
            <w:pPr>
              <w:jc w:val="center"/>
            </w:pPr>
          </w:p>
          <w:p w:rsidR="00860290" w:rsidRPr="006472BF" w:rsidRDefault="00860290" w:rsidP="00860290">
            <w:pPr>
              <w:jc w:val="center"/>
            </w:pPr>
            <w:r w:rsidRPr="006472BF">
              <w:t>1 076 779,76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90" w:rsidRPr="006472BF" w:rsidRDefault="00860290" w:rsidP="00860290">
            <w:pPr>
              <w:jc w:val="center"/>
            </w:pPr>
          </w:p>
          <w:p w:rsidR="00860290" w:rsidRPr="006472BF" w:rsidRDefault="00860290" w:rsidP="00860290">
            <w:pPr>
              <w:jc w:val="center"/>
            </w:pPr>
          </w:p>
          <w:p w:rsidR="00860290" w:rsidRPr="006472BF" w:rsidRDefault="00860290" w:rsidP="00860290">
            <w:pPr>
              <w:jc w:val="center"/>
            </w:pPr>
            <w:r w:rsidRPr="006472BF">
              <w:t>1 076 779,76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90" w:rsidRDefault="00860290" w:rsidP="00860290">
            <w:pPr>
              <w:jc w:val="center"/>
            </w:pPr>
          </w:p>
          <w:p w:rsidR="00860290" w:rsidRDefault="00860290" w:rsidP="00860290">
            <w:pPr>
              <w:jc w:val="center"/>
            </w:pPr>
          </w:p>
          <w:p w:rsidR="00860290" w:rsidRPr="001B241F" w:rsidRDefault="00860290" w:rsidP="00860290">
            <w:pPr>
              <w:jc w:val="center"/>
            </w:pPr>
            <w:r w:rsidRPr="001B241F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90" w:rsidRDefault="00860290" w:rsidP="00860290">
            <w:pPr>
              <w:jc w:val="center"/>
            </w:pPr>
          </w:p>
          <w:p w:rsidR="00860290" w:rsidRDefault="00860290" w:rsidP="00860290">
            <w:pPr>
              <w:jc w:val="center"/>
            </w:pPr>
          </w:p>
          <w:p w:rsidR="00860290" w:rsidRPr="001B241F" w:rsidRDefault="00860290" w:rsidP="00860290">
            <w:pPr>
              <w:jc w:val="center"/>
            </w:pPr>
            <w:r w:rsidRPr="001B241F">
              <w:t>0,00</w:t>
            </w:r>
          </w:p>
        </w:tc>
      </w:tr>
      <w:tr w:rsidR="00860290" w:rsidRPr="00066329" w:rsidTr="0068482B">
        <w:trPr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Default="00860290" w:rsidP="00860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60290" w:rsidRPr="00D459BA" w:rsidRDefault="00860290" w:rsidP="00860290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  <w:r w:rsidRPr="00D459BA">
              <w:rPr>
                <w:b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D459BA" w:rsidRDefault="00860290" w:rsidP="008602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ИТОГО:</w:t>
            </w:r>
          </w:p>
          <w:p w:rsidR="00860290" w:rsidRPr="00D459BA" w:rsidRDefault="00860290" w:rsidP="008602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Default="00860290" w:rsidP="00860290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860290" w:rsidRPr="001B241F" w:rsidRDefault="00F54B28" w:rsidP="00860290">
            <w:pPr>
              <w:rPr>
                <w:b/>
              </w:rPr>
            </w:pPr>
            <w:r>
              <w:rPr>
                <w:b/>
              </w:rPr>
              <w:t>1 223 779,76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90" w:rsidRPr="001B241F" w:rsidRDefault="00F54B28" w:rsidP="00860290">
            <w:pPr>
              <w:jc w:val="center"/>
              <w:rPr>
                <w:b/>
              </w:rPr>
            </w:pPr>
            <w:r>
              <w:rPr>
                <w:b/>
              </w:rPr>
              <w:t xml:space="preserve">  1 223 779,76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F63" w:rsidRDefault="00705F63" w:rsidP="00860290">
            <w:pPr>
              <w:jc w:val="center"/>
              <w:rPr>
                <w:b/>
              </w:rPr>
            </w:pPr>
          </w:p>
          <w:p w:rsidR="00860290" w:rsidRPr="001B241F" w:rsidRDefault="00860290" w:rsidP="00860290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F63" w:rsidRDefault="00705F63" w:rsidP="00860290">
            <w:pPr>
              <w:jc w:val="center"/>
              <w:rPr>
                <w:b/>
              </w:rPr>
            </w:pPr>
          </w:p>
          <w:p w:rsidR="00860290" w:rsidRPr="008E70ED" w:rsidRDefault="00860290" w:rsidP="00860290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60290" w:rsidRPr="00066329" w:rsidTr="0068482B">
        <w:trPr>
          <w:trHeight w:val="34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Default="00860290" w:rsidP="00860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60290" w:rsidRPr="00D459BA" w:rsidRDefault="00860290" w:rsidP="00860290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D459BA" w:rsidRDefault="00860290" w:rsidP="008602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2D495C" w:rsidRDefault="00860290" w:rsidP="00860290">
            <w:pPr>
              <w:jc w:val="center"/>
            </w:pPr>
            <w:r w:rsidRPr="002D495C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2D495C" w:rsidRDefault="00860290" w:rsidP="00860290">
            <w:pPr>
              <w:jc w:val="center"/>
            </w:pPr>
            <w:r w:rsidRPr="002D495C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2D495C" w:rsidRDefault="00860290" w:rsidP="00860290">
            <w:pPr>
              <w:jc w:val="center"/>
            </w:pPr>
            <w:r w:rsidRPr="002D495C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7D623F" w:rsidRDefault="00860290" w:rsidP="00860290">
            <w:pPr>
              <w:jc w:val="center"/>
            </w:pPr>
            <w:r>
              <w:t>0,00</w:t>
            </w:r>
          </w:p>
        </w:tc>
      </w:tr>
      <w:tr w:rsidR="00860290" w:rsidRPr="00066329" w:rsidTr="0068482B">
        <w:trPr>
          <w:trHeight w:val="344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Default="00860290" w:rsidP="00860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60290" w:rsidRPr="00D459BA" w:rsidRDefault="00860290" w:rsidP="00860290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D459BA" w:rsidRDefault="00860290" w:rsidP="008602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D459BA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1B241F" w:rsidRDefault="00860290" w:rsidP="00860290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1B241F" w:rsidRDefault="00860290" w:rsidP="00860290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1B241F" w:rsidRDefault="00860290" w:rsidP="00860290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290" w:rsidRPr="007D623F" w:rsidRDefault="00860290" w:rsidP="00860290">
            <w:pPr>
              <w:jc w:val="center"/>
            </w:pPr>
            <w:r>
              <w:t>0,00</w:t>
            </w:r>
          </w:p>
        </w:tc>
      </w:tr>
      <w:tr w:rsidR="00F54B28" w:rsidRPr="00066329" w:rsidTr="0068482B">
        <w:trPr>
          <w:trHeight w:val="646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B28" w:rsidRDefault="00F54B28" w:rsidP="00F54B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54B28" w:rsidRPr="00D459BA" w:rsidRDefault="00F54B28" w:rsidP="00F54B28">
            <w:pPr>
              <w:tabs>
                <w:tab w:val="left" w:pos="154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B28" w:rsidRPr="00D459BA" w:rsidRDefault="00F54B28" w:rsidP="00F54B2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D459BA">
              <w:rPr>
                <w:sz w:val="22"/>
                <w:szCs w:val="22"/>
              </w:rPr>
              <w:t>Ярцевский</w:t>
            </w:r>
            <w:proofErr w:type="spellEnd"/>
            <w:r w:rsidRPr="00D459BA">
              <w:rPr>
                <w:sz w:val="22"/>
                <w:szCs w:val="22"/>
              </w:rPr>
              <w:t xml:space="preserve"> муниципальный округ»</w:t>
            </w:r>
          </w:p>
          <w:p w:rsidR="00F54B28" w:rsidRPr="00D459BA" w:rsidRDefault="00F54B28" w:rsidP="00F54B2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D459BA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Pr="00F54B28" w:rsidRDefault="00F54B28" w:rsidP="00F54B28">
            <w:r w:rsidRPr="00F54B28">
              <w:t xml:space="preserve">  </w:t>
            </w:r>
          </w:p>
          <w:p w:rsidR="00F54B28" w:rsidRPr="00F54B28" w:rsidRDefault="00F54B28" w:rsidP="00F54B28">
            <w:r w:rsidRPr="00F54B28">
              <w:t>1 223 779,76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Pr="00F54B28" w:rsidRDefault="00F54B28" w:rsidP="00F54B28">
            <w:pPr>
              <w:jc w:val="center"/>
            </w:pPr>
            <w:r w:rsidRPr="00F54B28">
              <w:t xml:space="preserve">  1 223 779,76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Default="00F54B28" w:rsidP="00F54B28">
            <w:pPr>
              <w:jc w:val="center"/>
            </w:pPr>
          </w:p>
          <w:p w:rsidR="00F54B28" w:rsidRPr="001B241F" w:rsidRDefault="00F54B28" w:rsidP="00F54B28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Default="00F54B28" w:rsidP="00F54B28">
            <w:pPr>
              <w:jc w:val="center"/>
            </w:pPr>
          </w:p>
          <w:p w:rsidR="00F54B28" w:rsidRPr="008221F2" w:rsidRDefault="00F54B28" w:rsidP="00F54B28">
            <w:pPr>
              <w:jc w:val="center"/>
            </w:pPr>
            <w:r w:rsidRPr="008221F2">
              <w:t>0,00</w:t>
            </w:r>
          </w:p>
        </w:tc>
      </w:tr>
      <w:tr w:rsidR="00F54B28" w:rsidRPr="00066329" w:rsidTr="0068482B">
        <w:trPr>
          <w:trHeight w:val="8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B28" w:rsidRDefault="00F54B28" w:rsidP="00F54B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B28" w:rsidRPr="00C34F50" w:rsidRDefault="00F54B28" w:rsidP="00F54B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B28" w:rsidRPr="008221F2" w:rsidRDefault="00F54B28" w:rsidP="00F54B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Pr="008E70ED" w:rsidRDefault="00F54B28" w:rsidP="00F54B28">
            <w:pPr>
              <w:rPr>
                <w:b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Pr="008E70ED" w:rsidRDefault="00F54B28" w:rsidP="00F54B28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Pr="008E70ED" w:rsidRDefault="00F54B28" w:rsidP="00F54B28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28" w:rsidRPr="008E70ED" w:rsidRDefault="00F54B28" w:rsidP="00F54B28">
            <w:pPr>
              <w:jc w:val="center"/>
              <w:rPr>
                <w:b/>
              </w:rPr>
            </w:pPr>
          </w:p>
        </w:tc>
      </w:tr>
    </w:tbl>
    <w:p w:rsidR="0068482B" w:rsidRDefault="0068482B" w:rsidP="0068482B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</w:pPr>
    </w:p>
    <w:p w:rsidR="006911C2" w:rsidRDefault="006911C2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76288E" w:rsidRDefault="0076288E" w:rsidP="000728A3">
      <w:pPr>
        <w:spacing w:after="240"/>
        <w:jc w:val="center"/>
        <w:rPr>
          <w:b/>
          <w:sz w:val="28"/>
          <w:szCs w:val="28"/>
        </w:rPr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C7550B" w:rsidRPr="00BC351B" w:rsidRDefault="00C7550B" w:rsidP="00C7550B">
      <w:pPr>
        <w:jc w:val="center"/>
        <w:rPr>
          <w:b/>
        </w:rPr>
        <w:sectPr w:rsidR="00C7550B" w:rsidRPr="00BC351B" w:rsidSect="00C3000E">
          <w:pgSz w:w="16838" w:h="11906" w:orient="landscape"/>
          <w:pgMar w:top="284" w:right="1134" w:bottom="1701" w:left="1134" w:header="709" w:footer="709" w:gutter="0"/>
          <w:cols w:space="708"/>
          <w:titlePg/>
          <w:docGrid w:linePitch="360"/>
        </w:sectPr>
      </w:pPr>
    </w:p>
    <w:p w:rsidR="006911C2" w:rsidRDefault="006911C2" w:rsidP="006911C2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sectPr w:rsidR="006911C2" w:rsidSect="00086E51">
      <w:headerReference w:type="even" r:id="rId11"/>
      <w:headerReference w:type="default" r:id="rId12"/>
      <w:headerReference w:type="first" r:id="rId13"/>
      <w:pgSz w:w="11907" w:h="16840" w:code="9"/>
      <w:pgMar w:top="426" w:right="567" w:bottom="426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11C" w:rsidRDefault="00E7611C">
      <w:r>
        <w:separator/>
      </w:r>
    </w:p>
  </w:endnote>
  <w:endnote w:type="continuationSeparator" w:id="0">
    <w:p w:rsidR="00E7611C" w:rsidRDefault="00E76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11C" w:rsidRDefault="00E7611C">
      <w:r>
        <w:separator/>
      </w:r>
    </w:p>
  </w:footnote>
  <w:footnote w:type="continuationSeparator" w:id="0">
    <w:p w:rsidR="00E7611C" w:rsidRDefault="00E76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476"/>
      <w:docPartObj>
        <w:docPartGallery w:val="Page Numbers (Top of Page)"/>
        <w:docPartUnique/>
      </w:docPartObj>
    </w:sdtPr>
    <w:sdtContent>
      <w:p w:rsidR="006472BF" w:rsidRDefault="008668DF">
        <w:pPr>
          <w:pStyle w:val="a5"/>
        </w:pPr>
        <w:fldSimple w:instr=" PAGE   \* MERGEFORMAT ">
          <w:r w:rsidR="00C4434C">
            <w:rPr>
              <w:noProof/>
            </w:rPr>
            <w:t>2</w:t>
          </w:r>
        </w:fldSimple>
      </w:p>
    </w:sdtContent>
  </w:sdt>
  <w:p w:rsidR="006472BF" w:rsidRDefault="006472B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2BF" w:rsidRDefault="008668DF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472B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472BF" w:rsidRDefault="006472BF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6472BF" w:rsidRDefault="008668DF">
        <w:pPr>
          <w:pStyle w:val="a5"/>
        </w:pPr>
        <w:fldSimple w:instr="PAGE   \* MERGEFORMAT">
          <w:r w:rsidR="006472BF">
            <w:rPr>
              <w:noProof/>
            </w:rPr>
            <w:t>20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6472BF" w:rsidRDefault="008668DF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6472BF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C4434C">
          <w:rPr>
            <w:noProof/>
            <w:color w:val="FFFFFF" w:themeColor="background1"/>
          </w:rPr>
          <w:t>14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C2975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attachedTemplate r:id="rId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0704A"/>
    <w:rsid w:val="000143E7"/>
    <w:rsid w:val="0001668A"/>
    <w:rsid w:val="0001757D"/>
    <w:rsid w:val="000209E8"/>
    <w:rsid w:val="00021CA8"/>
    <w:rsid w:val="00022F2B"/>
    <w:rsid w:val="00023A87"/>
    <w:rsid w:val="00024AB6"/>
    <w:rsid w:val="00025915"/>
    <w:rsid w:val="000268F3"/>
    <w:rsid w:val="00030F3C"/>
    <w:rsid w:val="00034786"/>
    <w:rsid w:val="000358EE"/>
    <w:rsid w:val="000402CE"/>
    <w:rsid w:val="0004335D"/>
    <w:rsid w:val="00044EAF"/>
    <w:rsid w:val="00046996"/>
    <w:rsid w:val="00051177"/>
    <w:rsid w:val="00055E08"/>
    <w:rsid w:val="000564D8"/>
    <w:rsid w:val="00062CD8"/>
    <w:rsid w:val="00063C2C"/>
    <w:rsid w:val="00063DF4"/>
    <w:rsid w:val="00071EFA"/>
    <w:rsid w:val="000728A3"/>
    <w:rsid w:val="00076983"/>
    <w:rsid w:val="00082AEC"/>
    <w:rsid w:val="0008396B"/>
    <w:rsid w:val="00086604"/>
    <w:rsid w:val="00086E51"/>
    <w:rsid w:val="0008731F"/>
    <w:rsid w:val="000878D8"/>
    <w:rsid w:val="000878E1"/>
    <w:rsid w:val="00093B59"/>
    <w:rsid w:val="000A4BAD"/>
    <w:rsid w:val="000B3A1F"/>
    <w:rsid w:val="000B5B04"/>
    <w:rsid w:val="000C01C5"/>
    <w:rsid w:val="000C193E"/>
    <w:rsid w:val="000C4483"/>
    <w:rsid w:val="000C5CD6"/>
    <w:rsid w:val="000C702F"/>
    <w:rsid w:val="000C7A3C"/>
    <w:rsid w:val="000D0E04"/>
    <w:rsid w:val="000D0F42"/>
    <w:rsid w:val="000D3E4D"/>
    <w:rsid w:val="000E10BE"/>
    <w:rsid w:val="00102AD5"/>
    <w:rsid w:val="001125E8"/>
    <w:rsid w:val="00113DEE"/>
    <w:rsid w:val="0011454D"/>
    <w:rsid w:val="001152EF"/>
    <w:rsid w:val="00117F97"/>
    <w:rsid w:val="0012029B"/>
    <w:rsid w:val="00121D11"/>
    <w:rsid w:val="00124AE4"/>
    <w:rsid w:val="0012724F"/>
    <w:rsid w:val="00131F09"/>
    <w:rsid w:val="00136A95"/>
    <w:rsid w:val="001502E2"/>
    <w:rsid w:val="0015125D"/>
    <w:rsid w:val="001525BC"/>
    <w:rsid w:val="00152BE4"/>
    <w:rsid w:val="001567D9"/>
    <w:rsid w:val="00157AE2"/>
    <w:rsid w:val="001602A3"/>
    <w:rsid w:val="00161F9F"/>
    <w:rsid w:val="00164639"/>
    <w:rsid w:val="001646DA"/>
    <w:rsid w:val="00173C97"/>
    <w:rsid w:val="001743D8"/>
    <w:rsid w:val="00174B57"/>
    <w:rsid w:val="00174BAB"/>
    <w:rsid w:val="00180090"/>
    <w:rsid w:val="001811A2"/>
    <w:rsid w:val="00190F8D"/>
    <w:rsid w:val="0019411F"/>
    <w:rsid w:val="00194415"/>
    <w:rsid w:val="001A329F"/>
    <w:rsid w:val="001B288F"/>
    <w:rsid w:val="001B4F38"/>
    <w:rsid w:val="001C2AA3"/>
    <w:rsid w:val="001C74D9"/>
    <w:rsid w:val="001D39B2"/>
    <w:rsid w:val="001D61DC"/>
    <w:rsid w:val="001E0FA8"/>
    <w:rsid w:val="001E1A75"/>
    <w:rsid w:val="001E51BA"/>
    <w:rsid w:val="001E5F31"/>
    <w:rsid w:val="001F07D1"/>
    <w:rsid w:val="001F484A"/>
    <w:rsid w:val="00200293"/>
    <w:rsid w:val="00200BB9"/>
    <w:rsid w:val="00201EA7"/>
    <w:rsid w:val="0020326E"/>
    <w:rsid w:val="00212FE8"/>
    <w:rsid w:val="00213D5B"/>
    <w:rsid w:val="002218B2"/>
    <w:rsid w:val="0022377D"/>
    <w:rsid w:val="00225AA4"/>
    <w:rsid w:val="00225B03"/>
    <w:rsid w:val="00233000"/>
    <w:rsid w:val="00235121"/>
    <w:rsid w:val="00235193"/>
    <w:rsid w:val="0024276D"/>
    <w:rsid w:val="00245D14"/>
    <w:rsid w:val="00250323"/>
    <w:rsid w:val="00250F3E"/>
    <w:rsid w:val="00252226"/>
    <w:rsid w:val="002540A5"/>
    <w:rsid w:val="00256807"/>
    <w:rsid w:val="00262932"/>
    <w:rsid w:val="00264D47"/>
    <w:rsid w:val="00271B58"/>
    <w:rsid w:val="002754E4"/>
    <w:rsid w:val="00275A77"/>
    <w:rsid w:val="00282C58"/>
    <w:rsid w:val="00287DF6"/>
    <w:rsid w:val="00287F9C"/>
    <w:rsid w:val="00293A3A"/>
    <w:rsid w:val="00295DA3"/>
    <w:rsid w:val="002A0BCD"/>
    <w:rsid w:val="002A213A"/>
    <w:rsid w:val="002A7D24"/>
    <w:rsid w:val="002B60D2"/>
    <w:rsid w:val="002B7F86"/>
    <w:rsid w:val="002D5ABA"/>
    <w:rsid w:val="002D79B3"/>
    <w:rsid w:val="002D7A50"/>
    <w:rsid w:val="002E2E20"/>
    <w:rsid w:val="002E568D"/>
    <w:rsid w:val="002E636A"/>
    <w:rsid w:val="002F16DC"/>
    <w:rsid w:val="002F7F69"/>
    <w:rsid w:val="003040B1"/>
    <w:rsid w:val="00306DE6"/>
    <w:rsid w:val="003109B8"/>
    <w:rsid w:val="00311305"/>
    <w:rsid w:val="00311560"/>
    <w:rsid w:val="00316339"/>
    <w:rsid w:val="00321FA2"/>
    <w:rsid w:val="00322D45"/>
    <w:rsid w:val="0032663A"/>
    <w:rsid w:val="00327C31"/>
    <w:rsid w:val="0035669D"/>
    <w:rsid w:val="003569E4"/>
    <w:rsid w:val="00365C85"/>
    <w:rsid w:val="003660C7"/>
    <w:rsid w:val="0037058F"/>
    <w:rsid w:val="003710E9"/>
    <w:rsid w:val="00383783"/>
    <w:rsid w:val="003851BD"/>
    <w:rsid w:val="003952A1"/>
    <w:rsid w:val="003961A0"/>
    <w:rsid w:val="003B7070"/>
    <w:rsid w:val="003D37B6"/>
    <w:rsid w:val="003D5968"/>
    <w:rsid w:val="003D6232"/>
    <w:rsid w:val="003D6423"/>
    <w:rsid w:val="003F55F7"/>
    <w:rsid w:val="003F7D44"/>
    <w:rsid w:val="00402D7F"/>
    <w:rsid w:val="004060DF"/>
    <w:rsid w:val="00410990"/>
    <w:rsid w:val="00411919"/>
    <w:rsid w:val="004132E6"/>
    <w:rsid w:val="004144FC"/>
    <w:rsid w:val="0041540A"/>
    <w:rsid w:val="00415D7E"/>
    <w:rsid w:val="004238B0"/>
    <w:rsid w:val="00423A3F"/>
    <w:rsid w:val="00441342"/>
    <w:rsid w:val="00441C0F"/>
    <w:rsid w:val="004468F9"/>
    <w:rsid w:val="004542ED"/>
    <w:rsid w:val="00454701"/>
    <w:rsid w:val="004613DA"/>
    <w:rsid w:val="0046201D"/>
    <w:rsid w:val="00462FBC"/>
    <w:rsid w:val="00465B83"/>
    <w:rsid w:val="0047056F"/>
    <w:rsid w:val="004715CD"/>
    <w:rsid w:val="0047180A"/>
    <w:rsid w:val="004748F2"/>
    <w:rsid w:val="0049253A"/>
    <w:rsid w:val="0049712F"/>
    <w:rsid w:val="00497B95"/>
    <w:rsid w:val="004A23CC"/>
    <w:rsid w:val="004A2B1E"/>
    <w:rsid w:val="004B27D6"/>
    <w:rsid w:val="004C4182"/>
    <w:rsid w:val="004D0884"/>
    <w:rsid w:val="004D52CD"/>
    <w:rsid w:val="004D71F5"/>
    <w:rsid w:val="004E1BF0"/>
    <w:rsid w:val="004E23B9"/>
    <w:rsid w:val="004E60BD"/>
    <w:rsid w:val="004E6ECF"/>
    <w:rsid w:val="004F33F3"/>
    <w:rsid w:val="004F51B2"/>
    <w:rsid w:val="004F7C6C"/>
    <w:rsid w:val="005013B1"/>
    <w:rsid w:val="00501E02"/>
    <w:rsid w:val="00503E99"/>
    <w:rsid w:val="00504D46"/>
    <w:rsid w:val="00507312"/>
    <w:rsid w:val="005074D2"/>
    <w:rsid w:val="00510AB5"/>
    <w:rsid w:val="00514E61"/>
    <w:rsid w:val="005155FE"/>
    <w:rsid w:val="00521403"/>
    <w:rsid w:val="0052627C"/>
    <w:rsid w:val="00534352"/>
    <w:rsid w:val="0053534B"/>
    <w:rsid w:val="00536502"/>
    <w:rsid w:val="00542C7C"/>
    <w:rsid w:val="00544AED"/>
    <w:rsid w:val="00546844"/>
    <w:rsid w:val="005468B0"/>
    <w:rsid w:val="00547858"/>
    <w:rsid w:val="0055060A"/>
    <w:rsid w:val="00551DF5"/>
    <w:rsid w:val="00552BDB"/>
    <w:rsid w:val="00553980"/>
    <w:rsid w:val="00557A70"/>
    <w:rsid w:val="00561459"/>
    <w:rsid w:val="00565025"/>
    <w:rsid w:val="00566952"/>
    <w:rsid w:val="00566A67"/>
    <w:rsid w:val="00570473"/>
    <w:rsid w:val="00571597"/>
    <w:rsid w:val="00575036"/>
    <w:rsid w:val="00585EBA"/>
    <w:rsid w:val="00587DA4"/>
    <w:rsid w:val="0059143D"/>
    <w:rsid w:val="005927D2"/>
    <w:rsid w:val="0059579F"/>
    <w:rsid w:val="005A0ACF"/>
    <w:rsid w:val="005A4DB0"/>
    <w:rsid w:val="005A739E"/>
    <w:rsid w:val="005B399B"/>
    <w:rsid w:val="005B50BB"/>
    <w:rsid w:val="005C014F"/>
    <w:rsid w:val="005C2BCB"/>
    <w:rsid w:val="005D2F93"/>
    <w:rsid w:val="005D62E8"/>
    <w:rsid w:val="005F0BF4"/>
    <w:rsid w:val="005F7B64"/>
    <w:rsid w:val="0060349B"/>
    <w:rsid w:val="0060363D"/>
    <w:rsid w:val="00607AF8"/>
    <w:rsid w:val="006231ED"/>
    <w:rsid w:val="00624650"/>
    <w:rsid w:val="006277CD"/>
    <w:rsid w:val="006308D6"/>
    <w:rsid w:val="00634C41"/>
    <w:rsid w:val="00640A10"/>
    <w:rsid w:val="006472BF"/>
    <w:rsid w:val="0065334C"/>
    <w:rsid w:val="006553B2"/>
    <w:rsid w:val="00657826"/>
    <w:rsid w:val="00657E68"/>
    <w:rsid w:val="00662F82"/>
    <w:rsid w:val="00667F99"/>
    <w:rsid w:val="006717C1"/>
    <w:rsid w:val="00671BF6"/>
    <w:rsid w:val="0067247C"/>
    <w:rsid w:val="00680DCA"/>
    <w:rsid w:val="00681EF3"/>
    <w:rsid w:val="00684160"/>
    <w:rsid w:val="0068482B"/>
    <w:rsid w:val="0068729D"/>
    <w:rsid w:val="006911C2"/>
    <w:rsid w:val="006971AC"/>
    <w:rsid w:val="006975D5"/>
    <w:rsid w:val="006A0B1F"/>
    <w:rsid w:val="006A1406"/>
    <w:rsid w:val="006A2417"/>
    <w:rsid w:val="006A4906"/>
    <w:rsid w:val="006A4ACF"/>
    <w:rsid w:val="006A5647"/>
    <w:rsid w:val="006B16EF"/>
    <w:rsid w:val="006B5788"/>
    <w:rsid w:val="006C44D3"/>
    <w:rsid w:val="006C7747"/>
    <w:rsid w:val="006D3292"/>
    <w:rsid w:val="006E1ED9"/>
    <w:rsid w:val="006E528C"/>
    <w:rsid w:val="006F02AC"/>
    <w:rsid w:val="006F3805"/>
    <w:rsid w:val="006F3926"/>
    <w:rsid w:val="006F5622"/>
    <w:rsid w:val="006F587D"/>
    <w:rsid w:val="006F6C5D"/>
    <w:rsid w:val="006F7DB9"/>
    <w:rsid w:val="00701FC5"/>
    <w:rsid w:val="00705F63"/>
    <w:rsid w:val="00721DEF"/>
    <w:rsid w:val="00740810"/>
    <w:rsid w:val="00740B44"/>
    <w:rsid w:val="00741AFC"/>
    <w:rsid w:val="00742572"/>
    <w:rsid w:val="00743E6E"/>
    <w:rsid w:val="007540D8"/>
    <w:rsid w:val="0075710E"/>
    <w:rsid w:val="0076288E"/>
    <w:rsid w:val="00763DC3"/>
    <w:rsid w:val="00765ED0"/>
    <w:rsid w:val="0077171F"/>
    <w:rsid w:val="0077336D"/>
    <w:rsid w:val="00773454"/>
    <w:rsid w:val="00776E26"/>
    <w:rsid w:val="00786F8A"/>
    <w:rsid w:val="007A08F0"/>
    <w:rsid w:val="007A113F"/>
    <w:rsid w:val="007A3805"/>
    <w:rsid w:val="007A3F8A"/>
    <w:rsid w:val="007B63CB"/>
    <w:rsid w:val="007C0FC1"/>
    <w:rsid w:val="007D348E"/>
    <w:rsid w:val="007D4786"/>
    <w:rsid w:val="007D4B2C"/>
    <w:rsid w:val="007D63CB"/>
    <w:rsid w:val="007E06C8"/>
    <w:rsid w:val="007E0B82"/>
    <w:rsid w:val="007E575F"/>
    <w:rsid w:val="008022E8"/>
    <w:rsid w:val="008039E3"/>
    <w:rsid w:val="00806060"/>
    <w:rsid w:val="00806823"/>
    <w:rsid w:val="008071A9"/>
    <w:rsid w:val="008100B9"/>
    <w:rsid w:val="00820DD7"/>
    <w:rsid w:val="00821387"/>
    <w:rsid w:val="00825041"/>
    <w:rsid w:val="008317D5"/>
    <w:rsid w:val="00835BC5"/>
    <w:rsid w:val="00847350"/>
    <w:rsid w:val="008534FE"/>
    <w:rsid w:val="00853AD9"/>
    <w:rsid w:val="00860290"/>
    <w:rsid w:val="008668DF"/>
    <w:rsid w:val="00870186"/>
    <w:rsid w:val="00877D6E"/>
    <w:rsid w:val="0088141C"/>
    <w:rsid w:val="0088339D"/>
    <w:rsid w:val="008918EF"/>
    <w:rsid w:val="0089271C"/>
    <w:rsid w:val="008974C0"/>
    <w:rsid w:val="008A19F6"/>
    <w:rsid w:val="008A2B54"/>
    <w:rsid w:val="008B51EA"/>
    <w:rsid w:val="008B6E5D"/>
    <w:rsid w:val="008B7BD8"/>
    <w:rsid w:val="008C31E9"/>
    <w:rsid w:val="008C534C"/>
    <w:rsid w:val="008C6E67"/>
    <w:rsid w:val="008C6F6C"/>
    <w:rsid w:val="008D09DF"/>
    <w:rsid w:val="008D1FD3"/>
    <w:rsid w:val="008D4B44"/>
    <w:rsid w:val="008D5818"/>
    <w:rsid w:val="008E02CB"/>
    <w:rsid w:val="008E2D9A"/>
    <w:rsid w:val="008F21A8"/>
    <w:rsid w:val="009003EA"/>
    <w:rsid w:val="00903BAC"/>
    <w:rsid w:val="009108E2"/>
    <w:rsid w:val="00914E8A"/>
    <w:rsid w:val="0091609F"/>
    <w:rsid w:val="00916608"/>
    <w:rsid w:val="00917280"/>
    <w:rsid w:val="00917629"/>
    <w:rsid w:val="00917844"/>
    <w:rsid w:val="00923927"/>
    <w:rsid w:val="00923BC1"/>
    <w:rsid w:val="00934AC5"/>
    <w:rsid w:val="009359D7"/>
    <w:rsid w:val="00936701"/>
    <w:rsid w:val="0094108F"/>
    <w:rsid w:val="00941F6B"/>
    <w:rsid w:val="00942202"/>
    <w:rsid w:val="009424CE"/>
    <w:rsid w:val="00947AF3"/>
    <w:rsid w:val="00951296"/>
    <w:rsid w:val="00952667"/>
    <w:rsid w:val="009557F2"/>
    <w:rsid w:val="009572AA"/>
    <w:rsid w:val="00960C4F"/>
    <w:rsid w:val="00967913"/>
    <w:rsid w:val="00970B83"/>
    <w:rsid w:val="009905ED"/>
    <w:rsid w:val="0099279A"/>
    <w:rsid w:val="009A3DFE"/>
    <w:rsid w:val="009A7870"/>
    <w:rsid w:val="009B6A0A"/>
    <w:rsid w:val="009C2D0D"/>
    <w:rsid w:val="009C3C94"/>
    <w:rsid w:val="009C6667"/>
    <w:rsid w:val="009D172B"/>
    <w:rsid w:val="009D495F"/>
    <w:rsid w:val="009D5757"/>
    <w:rsid w:val="009E03B0"/>
    <w:rsid w:val="009E0494"/>
    <w:rsid w:val="009F08C6"/>
    <w:rsid w:val="009F40B2"/>
    <w:rsid w:val="00A06453"/>
    <w:rsid w:val="00A11431"/>
    <w:rsid w:val="00A20407"/>
    <w:rsid w:val="00A22D33"/>
    <w:rsid w:val="00A24E30"/>
    <w:rsid w:val="00A24F40"/>
    <w:rsid w:val="00A2526F"/>
    <w:rsid w:val="00A3212D"/>
    <w:rsid w:val="00A339D8"/>
    <w:rsid w:val="00A4030C"/>
    <w:rsid w:val="00A43992"/>
    <w:rsid w:val="00A43CE7"/>
    <w:rsid w:val="00A44448"/>
    <w:rsid w:val="00A4594D"/>
    <w:rsid w:val="00A466AC"/>
    <w:rsid w:val="00A62664"/>
    <w:rsid w:val="00A6498C"/>
    <w:rsid w:val="00A72087"/>
    <w:rsid w:val="00A7419F"/>
    <w:rsid w:val="00A743DB"/>
    <w:rsid w:val="00A74920"/>
    <w:rsid w:val="00A8783C"/>
    <w:rsid w:val="00A90043"/>
    <w:rsid w:val="00A91F74"/>
    <w:rsid w:val="00A921F2"/>
    <w:rsid w:val="00A96728"/>
    <w:rsid w:val="00AA159D"/>
    <w:rsid w:val="00AA565A"/>
    <w:rsid w:val="00AB178C"/>
    <w:rsid w:val="00AB3709"/>
    <w:rsid w:val="00AB6C74"/>
    <w:rsid w:val="00AC2C3A"/>
    <w:rsid w:val="00AC5B1D"/>
    <w:rsid w:val="00AC5FB7"/>
    <w:rsid w:val="00AD03F7"/>
    <w:rsid w:val="00AD2638"/>
    <w:rsid w:val="00AD2D54"/>
    <w:rsid w:val="00AD5D3A"/>
    <w:rsid w:val="00AE1262"/>
    <w:rsid w:val="00AE4640"/>
    <w:rsid w:val="00AF1CBE"/>
    <w:rsid w:val="00AF1FD5"/>
    <w:rsid w:val="00AF2B8A"/>
    <w:rsid w:val="00AF438D"/>
    <w:rsid w:val="00AF4927"/>
    <w:rsid w:val="00AF74C6"/>
    <w:rsid w:val="00B0132F"/>
    <w:rsid w:val="00B02DDB"/>
    <w:rsid w:val="00B04AEC"/>
    <w:rsid w:val="00B134A7"/>
    <w:rsid w:val="00B14501"/>
    <w:rsid w:val="00B147FC"/>
    <w:rsid w:val="00B154EF"/>
    <w:rsid w:val="00B20460"/>
    <w:rsid w:val="00B24CFB"/>
    <w:rsid w:val="00B323AE"/>
    <w:rsid w:val="00B32AB6"/>
    <w:rsid w:val="00B32C4C"/>
    <w:rsid w:val="00B42A1E"/>
    <w:rsid w:val="00B46F05"/>
    <w:rsid w:val="00B5687A"/>
    <w:rsid w:val="00B60034"/>
    <w:rsid w:val="00B601CB"/>
    <w:rsid w:val="00B6330C"/>
    <w:rsid w:val="00B65649"/>
    <w:rsid w:val="00B74E68"/>
    <w:rsid w:val="00B776FC"/>
    <w:rsid w:val="00B96428"/>
    <w:rsid w:val="00BA04A0"/>
    <w:rsid w:val="00BA4B33"/>
    <w:rsid w:val="00BB47CD"/>
    <w:rsid w:val="00BB5E18"/>
    <w:rsid w:val="00BC12B0"/>
    <w:rsid w:val="00BC328D"/>
    <w:rsid w:val="00BC355E"/>
    <w:rsid w:val="00BC44DE"/>
    <w:rsid w:val="00BC4909"/>
    <w:rsid w:val="00BD211D"/>
    <w:rsid w:val="00BD3874"/>
    <w:rsid w:val="00BD56FF"/>
    <w:rsid w:val="00BD5DDB"/>
    <w:rsid w:val="00BD7C40"/>
    <w:rsid w:val="00BE1110"/>
    <w:rsid w:val="00BE2B6D"/>
    <w:rsid w:val="00BE4268"/>
    <w:rsid w:val="00BF038B"/>
    <w:rsid w:val="00BF1A02"/>
    <w:rsid w:val="00BF55E8"/>
    <w:rsid w:val="00BF580A"/>
    <w:rsid w:val="00C028EB"/>
    <w:rsid w:val="00C03C23"/>
    <w:rsid w:val="00C14DF8"/>
    <w:rsid w:val="00C25161"/>
    <w:rsid w:val="00C3000E"/>
    <w:rsid w:val="00C34083"/>
    <w:rsid w:val="00C35E26"/>
    <w:rsid w:val="00C41FF0"/>
    <w:rsid w:val="00C4250E"/>
    <w:rsid w:val="00C4434C"/>
    <w:rsid w:val="00C46378"/>
    <w:rsid w:val="00C546F4"/>
    <w:rsid w:val="00C5519D"/>
    <w:rsid w:val="00C5599A"/>
    <w:rsid w:val="00C6073B"/>
    <w:rsid w:val="00C7047D"/>
    <w:rsid w:val="00C7550B"/>
    <w:rsid w:val="00C83718"/>
    <w:rsid w:val="00C9146A"/>
    <w:rsid w:val="00C92A24"/>
    <w:rsid w:val="00C93176"/>
    <w:rsid w:val="00CA1330"/>
    <w:rsid w:val="00CA667D"/>
    <w:rsid w:val="00CA70F0"/>
    <w:rsid w:val="00CB662F"/>
    <w:rsid w:val="00CC0634"/>
    <w:rsid w:val="00CD058D"/>
    <w:rsid w:val="00CD3A9C"/>
    <w:rsid w:val="00CD4623"/>
    <w:rsid w:val="00CD4CA8"/>
    <w:rsid w:val="00CE0718"/>
    <w:rsid w:val="00CF0C8C"/>
    <w:rsid w:val="00CF2CD0"/>
    <w:rsid w:val="00CF2E40"/>
    <w:rsid w:val="00CF4804"/>
    <w:rsid w:val="00CF55EE"/>
    <w:rsid w:val="00CF7998"/>
    <w:rsid w:val="00D02863"/>
    <w:rsid w:val="00D05131"/>
    <w:rsid w:val="00D06E16"/>
    <w:rsid w:val="00D11631"/>
    <w:rsid w:val="00D153B2"/>
    <w:rsid w:val="00D27AB8"/>
    <w:rsid w:val="00D31F8B"/>
    <w:rsid w:val="00D36EDE"/>
    <w:rsid w:val="00D42938"/>
    <w:rsid w:val="00D43E35"/>
    <w:rsid w:val="00D459BA"/>
    <w:rsid w:val="00D512BF"/>
    <w:rsid w:val="00D564BA"/>
    <w:rsid w:val="00D631BD"/>
    <w:rsid w:val="00D641B8"/>
    <w:rsid w:val="00D7108E"/>
    <w:rsid w:val="00D767AA"/>
    <w:rsid w:val="00D85A7E"/>
    <w:rsid w:val="00D86ADD"/>
    <w:rsid w:val="00D923F9"/>
    <w:rsid w:val="00D93498"/>
    <w:rsid w:val="00DB3870"/>
    <w:rsid w:val="00DB5A2F"/>
    <w:rsid w:val="00DC049D"/>
    <w:rsid w:val="00DC2FD8"/>
    <w:rsid w:val="00DC47D0"/>
    <w:rsid w:val="00DC49D5"/>
    <w:rsid w:val="00DC73BB"/>
    <w:rsid w:val="00DD2B2E"/>
    <w:rsid w:val="00DD5415"/>
    <w:rsid w:val="00DD657A"/>
    <w:rsid w:val="00DE1B06"/>
    <w:rsid w:val="00DE354C"/>
    <w:rsid w:val="00DE43F3"/>
    <w:rsid w:val="00DE53F8"/>
    <w:rsid w:val="00DF55D0"/>
    <w:rsid w:val="00DF7F5B"/>
    <w:rsid w:val="00E021E2"/>
    <w:rsid w:val="00E03527"/>
    <w:rsid w:val="00E16D8B"/>
    <w:rsid w:val="00E20039"/>
    <w:rsid w:val="00E2309A"/>
    <w:rsid w:val="00E26668"/>
    <w:rsid w:val="00E37435"/>
    <w:rsid w:val="00E422D7"/>
    <w:rsid w:val="00E4445B"/>
    <w:rsid w:val="00E44ECC"/>
    <w:rsid w:val="00E504DD"/>
    <w:rsid w:val="00E55CAC"/>
    <w:rsid w:val="00E600E1"/>
    <w:rsid w:val="00E603D7"/>
    <w:rsid w:val="00E60574"/>
    <w:rsid w:val="00E620C8"/>
    <w:rsid w:val="00E640CC"/>
    <w:rsid w:val="00E72F49"/>
    <w:rsid w:val="00E74ED8"/>
    <w:rsid w:val="00E7611C"/>
    <w:rsid w:val="00E77274"/>
    <w:rsid w:val="00E83B63"/>
    <w:rsid w:val="00E8483F"/>
    <w:rsid w:val="00E85611"/>
    <w:rsid w:val="00E86FDF"/>
    <w:rsid w:val="00E87132"/>
    <w:rsid w:val="00E87713"/>
    <w:rsid w:val="00E92A3B"/>
    <w:rsid w:val="00E93D0D"/>
    <w:rsid w:val="00E962EA"/>
    <w:rsid w:val="00E9632B"/>
    <w:rsid w:val="00EA3D1C"/>
    <w:rsid w:val="00EA42BC"/>
    <w:rsid w:val="00EB7422"/>
    <w:rsid w:val="00EC1ED9"/>
    <w:rsid w:val="00EC3DD9"/>
    <w:rsid w:val="00EC7050"/>
    <w:rsid w:val="00ED25E7"/>
    <w:rsid w:val="00EE0B49"/>
    <w:rsid w:val="00EE23AD"/>
    <w:rsid w:val="00EE375B"/>
    <w:rsid w:val="00EE37C7"/>
    <w:rsid w:val="00EE741E"/>
    <w:rsid w:val="00EF05A1"/>
    <w:rsid w:val="00EF073F"/>
    <w:rsid w:val="00EF406D"/>
    <w:rsid w:val="00F01364"/>
    <w:rsid w:val="00F107F0"/>
    <w:rsid w:val="00F11CC3"/>
    <w:rsid w:val="00F14D27"/>
    <w:rsid w:val="00F15603"/>
    <w:rsid w:val="00F24209"/>
    <w:rsid w:val="00F27682"/>
    <w:rsid w:val="00F367BA"/>
    <w:rsid w:val="00F469B6"/>
    <w:rsid w:val="00F50088"/>
    <w:rsid w:val="00F50B59"/>
    <w:rsid w:val="00F5409D"/>
    <w:rsid w:val="00F54B28"/>
    <w:rsid w:val="00F56B0D"/>
    <w:rsid w:val="00F608DA"/>
    <w:rsid w:val="00F60E7E"/>
    <w:rsid w:val="00F619A4"/>
    <w:rsid w:val="00F61F58"/>
    <w:rsid w:val="00F70167"/>
    <w:rsid w:val="00F720E2"/>
    <w:rsid w:val="00F734CC"/>
    <w:rsid w:val="00F74437"/>
    <w:rsid w:val="00F85870"/>
    <w:rsid w:val="00F86AF8"/>
    <w:rsid w:val="00F9258F"/>
    <w:rsid w:val="00F950DA"/>
    <w:rsid w:val="00FA110D"/>
    <w:rsid w:val="00FA23E8"/>
    <w:rsid w:val="00FA70A6"/>
    <w:rsid w:val="00FA7D11"/>
    <w:rsid w:val="00FB5C07"/>
    <w:rsid w:val="00FE34E1"/>
    <w:rsid w:val="00FE4BEA"/>
    <w:rsid w:val="00FF0265"/>
    <w:rsid w:val="00FF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9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link w:val="a7"/>
    <w:uiPriority w:val="99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8">
    <w:name w:val="page number"/>
    <w:basedOn w:val="a0"/>
    <w:uiPriority w:val="99"/>
    <w:rsid w:val="00CA667D"/>
  </w:style>
  <w:style w:type="paragraph" w:styleId="a9">
    <w:name w:val="footer"/>
    <w:basedOn w:val="a"/>
    <w:link w:val="aa"/>
    <w:uiPriority w:val="99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b">
    <w:name w:val="Balloon Text"/>
    <w:basedOn w:val="a"/>
    <w:link w:val="ac"/>
    <w:uiPriority w:val="99"/>
    <w:semiHidden/>
    <w:rsid w:val="00CA667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semiHidden/>
    <w:rsid w:val="00117F97"/>
  </w:style>
  <w:style w:type="character" w:styleId="af">
    <w:name w:val="endnote reference"/>
    <w:semiHidden/>
    <w:rsid w:val="00117F97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2"/>
    <w:uiPriority w:val="99"/>
    <w:semiHidden/>
    <w:unhideWhenUsed/>
    <w:rsid w:val="006975D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d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unhideWhenUsed/>
    <w:qFormat/>
    <w:rsid w:val="00D93498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f1">
    <w:name w:val="List"/>
    <w:basedOn w:val="a"/>
    <w:unhideWhenUsed/>
    <w:qFormat/>
    <w:rsid w:val="00D93498"/>
    <w:pPr>
      <w:widowControl w:val="0"/>
      <w:spacing w:line="240" w:lineRule="auto"/>
      <w:ind w:left="283" w:hanging="283"/>
    </w:pPr>
  </w:style>
  <w:style w:type="paragraph" w:styleId="af2">
    <w:name w:val="Subtitle"/>
    <w:basedOn w:val="a"/>
    <w:link w:val="af3"/>
    <w:qFormat/>
    <w:rsid w:val="00D93498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3">
    <w:name w:val="Подзаголовок Знак"/>
    <w:basedOn w:val="a0"/>
    <w:link w:val="af2"/>
    <w:rsid w:val="00D93498"/>
    <w:rPr>
      <w:rFonts w:ascii="Arial" w:hAnsi="Arial"/>
      <w:i/>
      <w:sz w:val="24"/>
    </w:rPr>
  </w:style>
  <w:style w:type="paragraph" w:customStyle="1" w:styleId="Default">
    <w:name w:val="Default"/>
    <w:rsid w:val="006911C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1F484A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1F484A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1F484A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F484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F484A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1F484A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F484A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">
    <w:name w:val="Основной текст3"/>
    <w:basedOn w:val="a"/>
    <w:rsid w:val="001F484A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1F484A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F484A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20">
    <w:name w:val="Заголовок 2 Знак"/>
    <w:basedOn w:val="a0"/>
    <w:link w:val="2"/>
    <w:uiPriority w:val="99"/>
    <w:rsid w:val="0068482B"/>
    <w:rPr>
      <w:i/>
      <w:iCs/>
      <w:spacing w:val="20"/>
    </w:rPr>
  </w:style>
  <w:style w:type="character" w:customStyle="1" w:styleId="aa">
    <w:name w:val="Нижний колонтитул Знак"/>
    <w:basedOn w:val="a0"/>
    <w:link w:val="a9"/>
    <w:uiPriority w:val="99"/>
    <w:rsid w:val="0068482B"/>
    <w:rPr>
      <w:sz w:val="24"/>
    </w:rPr>
  </w:style>
  <w:style w:type="character" w:customStyle="1" w:styleId="ac">
    <w:name w:val="Текст выноски Знак"/>
    <w:basedOn w:val="a0"/>
    <w:link w:val="ab"/>
    <w:uiPriority w:val="99"/>
    <w:semiHidden/>
    <w:rsid w:val="006848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8482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1">
    <w:name w:val="s_1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8482B"/>
    <w:rPr>
      <w:i/>
      <w:sz w:val="28"/>
    </w:rPr>
  </w:style>
  <w:style w:type="character" w:customStyle="1" w:styleId="af4">
    <w:name w:val="Гипертекстовая ссылка"/>
    <w:basedOn w:val="a0"/>
    <w:uiPriority w:val="99"/>
    <w:rsid w:val="0068482B"/>
    <w:rPr>
      <w:color w:val="106BBE"/>
    </w:rPr>
  </w:style>
  <w:style w:type="character" w:customStyle="1" w:styleId="af5">
    <w:name w:val="Цветовое выделение"/>
    <w:uiPriority w:val="99"/>
    <w:rsid w:val="0068482B"/>
    <w:rPr>
      <w:b/>
      <w:bCs/>
      <w:color w:val="26282F"/>
    </w:rPr>
  </w:style>
  <w:style w:type="paragraph" w:styleId="af6">
    <w:name w:val="footnote text"/>
    <w:basedOn w:val="a"/>
    <w:link w:val="af7"/>
    <w:unhideWhenUsed/>
    <w:rsid w:val="0068482B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сноски Знак"/>
    <w:basedOn w:val="a0"/>
    <w:link w:val="af6"/>
    <w:rsid w:val="00684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unhideWhenUsed/>
    <w:rsid w:val="0068482B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68482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8482B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8482B"/>
    <w:rPr>
      <w:color w:val="000000"/>
      <w:sz w:val="18"/>
      <w:szCs w:val="22"/>
    </w:rPr>
  </w:style>
  <w:style w:type="character" w:customStyle="1" w:styleId="footnotemark">
    <w:name w:val="footnote mark"/>
    <w:hidden/>
    <w:rsid w:val="0068482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9">
    <w:name w:val="List Paragraph"/>
    <w:basedOn w:val="a"/>
    <w:uiPriority w:val="34"/>
    <w:qFormat/>
    <w:rsid w:val="0068482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8482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68482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68482B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a">
    <w:name w:val="No Spacing"/>
    <w:link w:val="afb"/>
    <w:qFormat/>
    <w:rsid w:val="0068482B"/>
    <w:rPr>
      <w:rFonts w:ascii="Calibri" w:eastAsia="Calibri" w:hAnsi="Calibri"/>
      <w:sz w:val="22"/>
      <w:szCs w:val="22"/>
      <w:lang w:eastAsia="en-US"/>
    </w:rPr>
  </w:style>
  <w:style w:type="character" w:styleId="afc">
    <w:name w:val="Strong"/>
    <w:uiPriority w:val="22"/>
    <w:qFormat/>
    <w:rsid w:val="0068482B"/>
    <w:rPr>
      <w:b/>
      <w:bCs/>
    </w:rPr>
  </w:style>
  <w:style w:type="character" w:customStyle="1" w:styleId="afb">
    <w:name w:val="Без интервала Знак"/>
    <w:link w:val="afa"/>
    <w:rsid w:val="0068482B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1"/>
    <w:rsid w:val="0068482B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482B"/>
    <w:rPr>
      <w:sz w:val="16"/>
      <w:szCs w:val="16"/>
    </w:rPr>
  </w:style>
  <w:style w:type="character" w:customStyle="1" w:styleId="FontStyle14">
    <w:name w:val="Font Style14"/>
    <w:uiPriority w:val="99"/>
    <w:rsid w:val="0068482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482B"/>
  </w:style>
  <w:style w:type="character" w:customStyle="1" w:styleId="FontStyle19">
    <w:name w:val="Font Style19"/>
    <w:uiPriority w:val="99"/>
    <w:rsid w:val="0068482B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68482B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68482B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68482B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6848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8482B"/>
  </w:style>
  <w:style w:type="character" w:customStyle="1" w:styleId="a7">
    <w:name w:val="Основной текст Знак"/>
    <w:basedOn w:val="a0"/>
    <w:link w:val="a6"/>
    <w:uiPriority w:val="99"/>
    <w:rsid w:val="0068482B"/>
    <w:rPr>
      <w:sz w:val="28"/>
    </w:rPr>
  </w:style>
  <w:style w:type="paragraph" w:styleId="afd">
    <w:name w:val="Normal (Web)"/>
    <w:basedOn w:val="a"/>
    <w:uiPriority w:val="99"/>
    <w:rsid w:val="0068482B"/>
    <w:pPr>
      <w:suppressAutoHyphens/>
      <w:spacing w:after="150" w:line="240" w:lineRule="auto"/>
    </w:pPr>
    <w:rPr>
      <w:rFonts w:ascii="Verdana" w:hAnsi="Verdana"/>
      <w:color w:val="000000"/>
      <w:sz w:val="17"/>
      <w:szCs w:val="17"/>
      <w:lang w:eastAsia="ar-SA"/>
    </w:rPr>
  </w:style>
  <w:style w:type="paragraph" w:styleId="afe">
    <w:name w:val="Body Text Indent"/>
    <w:basedOn w:val="a"/>
    <w:link w:val="aff"/>
    <w:unhideWhenUsed/>
    <w:rsid w:val="0068482B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 с отступом Знак"/>
    <w:basedOn w:val="a0"/>
    <w:link w:val="afe"/>
    <w:rsid w:val="0068482B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1c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f0">
    <w:name w:val="Основной текст_"/>
    <w:link w:val="5"/>
    <w:rsid w:val="0068482B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f0"/>
    <w:rsid w:val="0068482B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1">
    <w:name w:val="Emphasis"/>
    <w:basedOn w:val="a0"/>
    <w:qFormat/>
    <w:rsid w:val="0068482B"/>
    <w:rPr>
      <w:i/>
      <w:iCs/>
    </w:rPr>
  </w:style>
  <w:style w:type="paragraph" w:customStyle="1" w:styleId="aff2">
    <w:name w:val="a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28">
    <w:name w:val="Font Style28"/>
    <w:rsid w:val="0068482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E6CE7-2456-4E61-86E0-FFD7070D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126</TotalTime>
  <Pages>14</Pages>
  <Words>2478</Words>
  <Characters>14129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Департамент финансов Смоленской области</Company>
  <LinksUpToDate>false</LinksUpToDate>
  <CharactersWithSpaces>16574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27</cp:revision>
  <cp:lastPrinted>2025-12-23T13:31:00Z</cp:lastPrinted>
  <dcterms:created xsi:type="dcterms:W3CDTF">2025-01-17T10:17:00Z</dcterms:created>
  <dcterms:modified xsi:type="dcterms:W3CDTF">2026-01-13T06:09:00Z</dcterms:modified>
</cp:coreProperties>
</file>